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316" w:rsidRPr="00EC418E" w:rsidRDefault="00F90382" w:rsidP="00E83CAF">
      <w:pPr>
        <w:pStyle w:val="Title"/>
      </w:pPr>
      <w:r>
        <w:t xml:space="preserve">WAF </w:t>
      </w:r>
      <w:r w:rsidR="00816CCA" w:rsidRPr="00EC418E">
        <w:t>BookLibrary</w:t>
      </w:r>
    </w:p>
    <w:p w:rsidR="00BD5761" w:rsidRPr="00EC418E" w:rsidRDefault="00BD5761" w:rsidP="00BD5761">
      <w:pPr>
        <w:pStyle w:val="Subtitle"/>
      </w:pPr>
      <w:r w:rsidRPr="00EC418E">
        <w:t>WPF Application Framework (WAF)</w:t>
      </w:r>
    </w:p>
    <w:p w:rsidR="00791455" w:rsidRDefault="00EC24DD" w:rsidP="00E83CAF">
      <w:pPr>
        <w:pStyle w:val="Heading1"/>
      </w:pPr>
      <w:r>
        <w:t xml:space="preserve">Note: </w:t>
      </w:r>
      <w:r w:rsidR="00791455">
        <w:t xml:space="preserve">This document </w:t>
      </w:r>
      <w:r w:rsidR="00A46F5F">
        <w:t>is outdated</w:t>
      </w:r>
      <w:r w:rsidR="00791455">
        <w:t>!</w:t>
      </w:r>
    </w:p>
    <w:p w:rsidR="00BD5761" w:rsidRPr="00EC418E" w:rsidRDefault="00BD5761" w:rsidP="00E83CAF">
      <w:pPr>
        <w:pStyle w:val="Heading1"/>
      </w:pPr>
      <w:r w:rsidRPr="00EC418E">
        <w:t>Introduction</w:t>
      </w:r>
    </w:p>
    <w:p w:rsidR="00BD5761" w:rsidRPr="00EC418E" w:rsidRDefault="00DA072D" w:rsidP="00BD5761">
      <w:r>
        <w:t>The BookLibrary s</w:t>
      </w:r>
      <w:r w:rsidR="00BD5761" w:rsidRPr="00EC418E">
        <w:t>ample</w:t>
      </w:r>
      <w:r>
        <w:t xml:space="preserve"> application</w:t>
      </w:r>
      <w:r w:rsidR="00BD5761" w:rsidRPr="00EC418E">
        <w:t xml:space="preserve"> shows how to use the WPF Application Framework (WAF) in a data oriented application.</w:t>
      </w:r>
    </w:p>
    <w:p w:rsidR="00BD5761" w:rsidRPr="00EC418E" w:rsidRDefault="00BD5761" w:rsidP="00BD5761">
      <w:r w:rsidRPr="00EC418E">
        <w:rPr>
          <w:noProof/>
        </w:rPr>
        <w:drawing>
          <wp:inline distT="0" distB="0" distL="0" distR="0">
            <wp:extent cx="5753100" cy="3886200"/>
            <wp:effectExtent l="19050" t="0" r="0" b="0"/>
            <wp:docPr id="2" name="Picture 2" descr="D:\Dev\Codeplex\Waf-Temp\Documentation\BookLibrary\BookLibr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Codeplex\Waf-Temp\Documentation\BookLibrary\BookLibrary.png"/>
                    <pic:cNvPicPr>
                      <a:picLocks noChangeAspect="1" noChangeArrowheads="1"/>
                    </pic:cNvPicPr>
                  </pic:nvPicPr>
                  <pic:blipFill>
                    <a:blip r:embed="rId9" cstate="print"/>
                    <a:srcRect/>
                    <a:stretch>
                      <a:fillRect/>
                    </a:stretch>
                  </pic:blipFill>
                  <pic:spPr bwMode="auto">
                    <a:xfrm>
                      <a:off x="0" y="0"/>
                      <a:ext cx="5753100" cy="3886200"/>
                    </a:xfrm>
                    <a:prstGeom prst="rect">
                      <a:avLst/>
                    </a:prstGeom>
                    <a:noFill/>
                    <a:ln w="9525">
                      <a:noFill/>
                      <a:miter lim="800000"/>
                      <a:headEnd/>
                      <a:tailEnd/>
                    </a:ln>
                  </pic:spPr>
                </pic:pic>
              </a:graphicData>
            </a:graphic>
          </wp:inline>
        </w:drawing>
      </w:r>
    </w:p>
    <w:p w:rsidR="00F65F40" w:rsidRPr="00EC418E" w:rsidRDefault="00F65F40" w:rsidP="00BD5761">
      <w:r w:rsidRPr="00EC418E">
        <w:t>Th</w:t>
      </w:r>
      <w:r w:rsidR="00E13003" w:rsidRPr="00EC418E">
        <w:t>is</w:t>
      </w:r>
      <w:r w:rsidRPr="00EC418E">
        <w:t xml:space="preserve"> </w:t>
      </w:r>
      <w:r w:rsidR="00E13003" w:rsidRPr="00EC418E">
        <w:t>s</w:t>
      </w:r>
      <w:r w:rsidRPr="00EC418E">
        <w:t>ample</w:t>
      </w:r>
      <w:r w:rsidR="00E13003" w:rsidRPr="00EC418E">
        <w:t xml:space="preserve"> application</w:t>
      </w:r>
      <w:r w:rsidRPr="00EC418E">
        <w:t xml:space="preserve"> is part of the WPF Application Framework (WAF) </w:t>
      </w:r>
      <w:hyperlink r:id="rId10" w:history="1">
        <w:r w:rsidRPr="00EC418E">
          <w:rPr>
            <w:rStyle w:val="Hyperlink"/>
          </w:rPr>
          <w:t>download</w:t>
        </w:r>
      </w:hyperlink>
      <w:r w:rsidRPr="00EC418E">
        <w:t>.</w:t>
      </w:r>
    </w:p>
    <w:p w:rsidR="00C05F1C" w:rsidRPr="00EC418E" w:rsidRDefault="00C05F1C" w:rsidP="00C05F1C">
      <w:pPr>
        <w:pStyle w:val="Heading1"/>
      </w:pPr>
      <w:r w:rsidRPr="00EC418E">
        <w:t>Run the sample</w:t>
      </w:r>
    </w:p>
    <w:p w:rsidR="00C05F1C" w:rsidRPr="00EC418E" w:rsidRDefault="00C05F1C" w:rsidP="00C05F1C">
      <w:pPr>
        <w:pStyle w:val="ListParagraph"/>
        <w:numPr>
          <w:ilvl w:val="0"/>
          <w:numId w:val="4"/>
        </w:numPr>
      </w:pPr>
      <w:r w:rsidRPr="00EC418E">
        <w:t>Open the WpfApplicationFramework solution.</w:t>
      </w:r>
      <w:r w:rsidR="00F65F40" w:rsidRPr="00EC418E">
        <w:br/>
      </w:r>
    </w:p>
    <w:p w:rsidR="00F65F40" w:rsidRPr="00EC418E" w:rsidRDefault="00C05F1C" w:rsidP="00F65F40">
      <w:pPr>
        <w:pStyle w:val="ListParagraph"/>
        <w:numPr>
          <w:ilvl w:val="0"/>
          <w:numId w:val="4"/>
        </w:numPr>
      </w:pPr>
      <w:r w:rsidRPr="00EC418E">
        <w:t>Set the BookLibrary.</w:t>
      </w:r>
      <w:r w:rsidR="008F28EC">
        <w:t>Library.</w:t>
      </w:r>
      <w:bookmarkStart w:id="0" w:name="_GoBack"/>
      <w:bookmarkEnd w:id="0"/>
      <w:r w:rsidRPr="00EC418E">
        <w:t>Presentation project as StartUp project and start it in Debug mode.</w:t>
      </w:r>
    </w:p>
    <w:p w:rsidR="003F03AC" w:rsidRPr="00EC418E" w:rsidRDefault="003F03AC">
      <w:r w:rsidRPr="00EC418E">
        <w:br w:type="page"/>
      </w:r>
    </w:p>
    <w:p w:rsidR="00F65F40" w:rsidRPr="00EC418E" w:rsidRDefault="00F65F40" w:rsidP="00E83CAF">
      <w:pPr>
        <w:pStyle w:val="Heading1"/>
      </w:pPr>
      <w:r w:rsidRPr="00EC418E">
        <w:lastRenderedPageBreak/>
        <w:t>Highlights</w:t>
      </w:r>
    </w:p>
    <w:p w:rsidR="00F65F40" w:rsidRPr="00EC418E" w:rsidRDefault="00F94ADB" w:rsidP="00F65F40">
      <w:pPr>
        <w:pStyle w:val="ListParagraph"/>
        <w:numPr>
          <w:ilvl w:val="0"/>
          <w:numId w:val="6"/>
        </w:numPr>
      </w:pPr>
      <w:r w:rsidRPr="00EC418E">
        <w:t xml:space="preserve">Layered Architecture and </w:t>
      </w:r>
      <w:r w:rsidR="00B32EC5">
        <w:t xml:space="preserve">usage of </w:t>
      </w:r>
      <w:r w:rsidRPr="00EC418E">
        <w:t>the Model-View-ViewModel pattern (MVVM).</w:t>
      </w:r>
      <w:r w:rsidRPr="00EC418E">
        <w:br/>
      </w:r>
    </w:p>
    <w:p w:rsidR="00F94ADB" w:rsidRPr="00EC418E" w:rsidRDefault="00F94ADB" w:rsidP="00F65F40">
      <w:pPr>
        <w:pStyle w:val="ListParagraph"/>
        <w:numPr>
          <w:ilvl w:val="0"/>
          <w:numId w:val="6"/>
        </w:numPr>
      </w:pPr>
      <w:r w:rsidRPr="00EC418E">
        <w:t>The Entity Framework is used in combination with a SQL S</w:t>
      </w:r>
      <w:r w:rsidR="004F6A90">
        <w:t>erver Compact Edition database.</w:t>
      </w:r>
      <w:r w:rsidRPr="00EC418E">
        <w:br/>
      </w:r>
      <w:r w:rsidRPr="00EC418E">
        <w:rPr>
          <w:noProof/>
        </w:rPr>
        <w:drawing>
          <wp:inline distT="0" distB="0" distL="0" distR="0">
            <wp:extent cx="2190750" cy="2247900"/>
            <wp:effectExtent l="19050" t="0" r="0" b="0"/>
            <wp:docPr id="6" name="Picture 6" descr="D:\Dev\Codeplex\Waf-Temp\Documentation\BookLibrary\Server Explor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v\Codeplex\Waf-Temp\Documentation\BookLibrary\Server Explorer.png"/>
                    <pic:cNvPicPr>
                      <a:picLocks noChangeAspect="1" noChangeArrowheads="1"/>
                    </pic:cNvPicPr>
                  </pic:nvPicPr>
                  <pic:blipFill>
                    <a:blip r:embed="rId11" cstate="print"/>
                    <a:srcRect t="-3965"/>
                    <a:stretch>
                      <a:fillRect/>
                    </a:stretch>
                  </pic:blipFill>
                  <pic:spPr bwMode="auto">
                    <a:xfrm>
                      <a:off x="0" y="0"/>
                      <a:ext cx="2190750" cy="2247900"/>
                    </a:xfrm>
                    <a:prstGeom prst="rect">
                      <a:avLst/>
                    </a:prstGeom>
                    <a:noFill/>
                    <a:ln w="9525">
                      <a:noFill/>
                      <a:miter lim="800000"/>
                      <a:headEnd/>
                      <a:tailEnd/>
                    </a:ln>
                  </pic:spPr>
                </pic:pic>
              </a:graphicData>
            </a:graphic>
          </wp:inline>
        </w:drawing>
      </w:r>
      <w:r w:rsidRPr="00EC418E">
        <w:br/>
      </w:r>
    </w:p>
    <w:p w:rsidR="00B977ED" w:rsidRDefault="00F94ADB" w:rsidP="00F65F40">
      <w:pPr>
        <w:pStyle w:val="ListParagraph"/>
        <w:numPr>
          <w:ilvl w:val="0"/>
          <w:numId w:val="6"/>
        </w:numPr>
      </w:pPr>
      <w:r w:rsidRPr="00EC418E">
        <w:t xml:space="preserve">The entities provide validation rules which are reflected on the user interface. </w:t>
      </w:r>
      <w:r w:rsidR="00B977ED">
        <w:br/>
      </w:r>
    </w:p>
    <w:p w:rsidR="004F6A90" w:rsidRDefault="00B977ED" w:rsidP="00F65F40">
      <w:pPr>
        <w:pStyle w:val="ListParagraph"/>
        <w:numPr>
          <w:ilvl w:val="0"/>
          <w:numId w:val="6"/>
        </w:numPr>
      </w:pPr>
      <w:r>
        <w:t>The data can be sorted and filtered</w:t>
      </w:r>
      <w:r w:rsidR="004F6A90">
        <w:t xml:space="preserve"> in the DataGrid</w:t>
      </w:r>
      <w:r>
        <w:t>.</w:t>
      </w:r>
      <w:r w:rsidR="004F6A90">
        <w:br/>
      </w:r>
    </w:p>
    <w:p w:rsidR="00F94ADB" w:rsidRPr="00EC418E" w:rsidRDefault="004F6A90" w:rsidP="00F65F40">
      <w:pPr>
        <w:pStyle w:val="ListParagraph"/>
        <w:numPr>
          <w:ilvl w:val="0"/>
          <w:numId w:val="6"/>
        </w:numPr>
      </w:pPr>
      <w:r>
        <w:t>Create a new Email when the user clicks on a</w:t>
      </w:r>
      <w:r w:rsidR="00D81173">
        <w:t>n</w:t>
      </w:r>
      <w:r>
        <w:t xml:space="preserve"> email address in the BookLibrary application.</w:t>
      </w:r>
      <w:r w:rsidR="00F94ADB" w:rsidRPr="00EC418E">
        <w:br/>
      </w:r>
    </w:p>
    <w:p w:rsidR="00F94ADB" w:rsidRPr="00EC418E" w:rsidRDefault="00F94ADB" w:rsidP="00F65F40">
      <w:pPr>
        <w:pStyle w:val="ListParagraph"/>
        <w:numPr>
          <w:ilvl w:val="0"/>
          <w:numId w:val="6"/>
        </w:numPr>
      </w:pPr>
      <w:r w:rsidRPr="00EC418E">
        <w:t xml:space="preserve">All layers are unit tested. The Domain and Application layer </w:t>
      </w:r>
      <w:r w:rsidR="00B32EC5">
        <w:t>are completely</w:t>
      </w:r>
      <w:r w:rsidRPr="00EC418E">
        <w:t xml:space="preserve"> tested except the entity framework related code</w:t>
      </w:r>
      <w:r w:rsidR="00B32EC5">
        <w:t>. T</w:t>
      </w:r>
      <w:r w:rsidRPr="00EC418E">
        <w:t>he Presentation layer is partly tested.</w:t>
      </w:r>
      <w:r w:rsidR="00B32EC5">
        <w:br/>
        <w:t>Unit test code coverage:</w:t>
      </w:r>
      <w:r w:rsidR="003F03AC" w:rsidRPr="00EC418E">
        <w:br/>
      </w:r>
      <w:r w:rsidR="003F03AC" w:rsidRPr="00EC418E">
        <w:rPr>
          <w:noProof/>
        </w:rPr>
        <w:drawing>
          <wp:inline distT="0" distB="0" distL="0" distR="0">
            <wp:extent cx="5200650" cy="704850"/>
            <wp:effectExtent l="19050" t="0" r="0" b="0"/>
            <wp:docPr id="8" name="Picture 8" descr="D:\Dev\Codeplex\Waf-Temp\Documentation\BookLibrary\Code Cover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v\Codeplex\Waf-Temp\Documentation\BookLibrary\Code Coverage.png"/>
                    <pic:cNvPicPr>
                      <a:picLocks noChangeAspect="1" noChangeArrowheads="1"/>
                    </pic:cNvPicPr>
                  </pic:nvPicPr>
                  <pic:blipFill>
                    <a:blip r:embed="rId12" cstate="print"/>
                    <a:srcRect t="-13846"/>
                    <a:stretch>
                      <a:fillRect/>
                    </a:stretch>
                  </pic:blipFill>
                  <pic:spPr bwMode="auto">
                    <a:xfrm>
                      <a:off x="0" y="0"/>
                      <a:ext cx="5200650" cy="704850"/>
                    </a:xfrm>
                    <a:prstGeom prst="rect">
                      <a:avLst/>
                    </a:prstGeom>
                    <a:noFill/>
                    <a:ln w="9525">
                      <a:noFill/>
                      <a:miter lim="800000"/>
                      <a:headEnd/>
                      <a:tailEnd/>
                    </a:ln>
                  </pic:spPr>
                </pic:pic>
              </a:graphicData>
            </a:graphic>
          </wp:inline>
        </w:drawing>
      </w:r>
    </w:p>
    <w:p w:rsidR="00F65F40" w:rsidRPr="00EC418E" w:rsidRDefault="00F65F40" w:rsidP="00F65F40"/>
    <w:p w:rsidR="003274FB" w:rsidRPr="00EC418E" w:rsidRDefault="003274FB" w:rsidP="00E83CAF">
      <w:pPr>
        <w:pStyle w:val="Heading1"/>
      </w:pPr>
      <w:r w:rsidRPr="00EC418E">
        <w:t>Project Structure</w:t>
      </w:r>
    </w:p>
    <w:p w:rsidR="003274FB" w:rsidRPr="00EC418E" w:rsidRDefault="003274FB" w:rsidP="003274FB">
      <w:r w:rsidRPr="00EC418E">
        <w:t>BookLibrary.Presentation</w:t>
      </w:r>
    </w:p>
    <w:p w:rsidR="003274FB" w:rsidRPr="00EC418E" w:rsidRDefault="003274FB" w:rsidP="003274FB">
      <w:pPr>
        <w:pStyle w:val="ListParagraph"/>
        <w:numPr>
          <w:ilvl w:val="0"/>
          <w:numId w:val="7"/>
        </w:numPr>
      </w:pPr>
      <w:r w:rsidRPr="00EC418E">
        <w:t>Converters</w:t>
      </w:r>
      <w:r w:rsidRPr="00EC418E">
        <w:tab/>
      </w:r>
      <w:r w:rsidRPr="00EC418E">
        <w:tab/>
        <w:t>Value converters</w:t>
      </w:r>
    </w:p>
    <w:p w:rsidR="003274FB" w:rsidRPr="00EC418E" w:rsidRDefault="003274FB" w:rsidP="003274FB">
      <w:pPr>
        <w:pStyle w:val="ListParagraph"/>
        <w:numPr>
          <w:ilvl w:val="0"/>
          <w:numId w:val="7"/>
        </w:numPr>
      </w:pPr>
      <w:r w:rsidRPr="00EC418E">
        <w:t>DesignData</w:t>
      </w:r>
      <w:r w:rsidRPr="00EC418E">
        <w:tab/>
      </w:r>
      <w:r w:rsidRPr="00EC418E">
        <w:tab/>
      </w:r>
      <w:r w:rsidR="00A75B1B" w:rsidRPr="00EC418E">
        <w:t>Design time support</w:t>
      </w:r>
    </w:p>
    <w:p w:rsidR="003274FB" w:rsidRPr="00EC418E" w:rsidRDefault="003274FB" w:rsidP="003274FB">
      <w:pPr>
        <w:pStyle w:val="ListParagraph"/>
        <w:numPr>
          <w:ilvl w:val="0"/>
          <w:numId w:val="7"/>
        </w:numPr>
      </w:pPr>
      <w:r w:rsidRPr="00EC418E">
        <w:t>Resources</w:t>
      </w:r>
      <w:r w:rsidRPr="00EC418E">
        <w:tab/>
      </w:r>
      <w:r w:rsidRPr="00EC418E">
        <w:tab/>
        <w:t>ResourceDictionaries, Images, Icons</w:t>
      </w:r>
    </w:p>
    <w:p w:rsidR="003274FB" w:rsidRPr="00EC418E" w:rsidRDefault="003274FB" w:rsidP="003274FB">
      <w:pPr>
        <w:pStyle w:val="ListParagraph"/>
        <w:numPr>
          <w:ilvl w:val="0"/>
          <w:numId w:val="7"/>
        </w:numPr>
      </w:pPr>
      <w:r w:rsidRPr="00EC418E">
        <w:t>Services</w:t>
      </w:r>
      <w:r w:rsidRPr="00EC418E">
        <w:tab/>
      </w:r>
      <w:r w:rsidRPr="00EC418E">
        <w:tab/>
      </w:r>
      <w:r w:rsidR="00A75B1B" w:rsidRPr="00EC418E">
        <w:t>UI service implementations</w:t>
      </w:r>
    </w:p>
    <w:p w:rsidR="003274FB" w:rsidRPr="00EC418E" w:rsidRDefault="003274FB" w:rsidP="003274FB">
      <w:pPr>
        <w:pStyle w:val="ListParagraph"/>
        <w:numPr>
          <w:ilvl w:val="0"/>
          <w:numId w:val="7"/>
        </w:numPr>
      </w:pPr>
      <w:r w:rsidRPr="00EC418E">
        <w:t>Views</w:t>
      </w:r>
      <w:r w:rsidRPr="00EC418E">
        <w:tab/>
      </w:r>
      <w:r w:rsidRPr="00EC418E">
        <w:tab/>
      </w:r>
      <w:r w:rsidRPr="00EC418E">
        <w:tab/>
        <w:t>WPF Views (Windows, UserControls)</w:t>
      </w:r>
    </w:p>
    <w:p w:rsidR="00A75B1B" w:rsidRPr="00EC418E" w:rsidRDefault="00A75B1B">
      <w:r w:rsidRPr="00EC418E">
        <w:br w:type="page"/>
      </w:r>
    </w:p>
    <w:p w:rsidR="003274FB" w:rsidRPr="00EC418E" w:rsidRDefault="003274FB" w:rsidP="003274FB">
      <w:r w:rsidRPr="00EC418E">
        <w:lastRenderedPageBreak/>
        <w:t>BookLibrary.Applications</w:t>
      </w:r>
    </w:p>
    <w:p w:rsidR="003274FB" w:rsidRPr="00EC418E" w:rsidRDefault="003274FB" w:rsidP="003274FB">
      <w:pPr>
        <w:pStyle w:val="ListParagraph"/>
        <w:numPr>
          <w:ilvl w:val="0"/>
          <w:numId w:val="8"/>
        </w:numPr>
      </w:pPr>
      <w:r w:rsidRPr="00EC418E">
        <w:t>Controllers</w:t>
      </w:r>
      <w:r w:rsidRPr="00EC418E">
        <w:tab/>
      </w:r>
      <w:r w:rsidRPr="00EC418E">
        <w:tab/>
        <w:t>Use case controllers</w:t>
      </w:r>
    </w:p>
    <w:p w:rsidR="003274FB" w:rsidRPr="00EC418E" w:rsidRDefault="003274FB" w:rsidP="003274FB">
      <w:pPr>
        <w:pStyle w:val="ListParagraph"/>
        <w:numPr>
          <w:ilvl w:val="0"/>
          <w:numId w:val="8"/>
        </w:numPr>
      </w:pPr>
      <w:r w:rsidRPr="00EC418E">
        <w:t>DataModels</w:t>
      </w:r>
      <w:r w:rsidRPr="00EC418E">
        <w:tab/>
      </w:r>
      <w:r w:rsidRPr="00EC418E">
        <w:tab/>
      </w:r>
      <w:r w:rsidR="00A75B1B" w:rsidRPr="00EC418E">
        <w:t>DataModels for DataTemplates</w:t>
      </w:r>
    </w:p>
    <w:p w:rsidR="003274FB" w:rsidRPr="00EC418E" w:rsidRDefault="003274FB" w:rsidP="003274FB">
      <w:pPr>
        <w:pStyle w:val="ListParagraph"/>
        <w:numPr>
          <w:ilvl w:val="0"/>
          <w:numId w:val="8"/>
        </w:numPr>
      </w:pPr>
      <w:r w:rsidRPr="00EC418E">
        <w:t>Services</w:t>
      </w:r>
      <w:r w:rsidRPr="00EC418E">
        <w:tab/>
      </w:r>
      <w:r w:rsidRPr="00EC418E">
        <w:tab/>
        <w:t>Interfaces and implementation of services</w:t>
      </w:r>
    </w:p>
    <w:p w:rsidR="003274FB" w:rsidRPr="00EC418E" w:rsidRDefault="003274FB" w:rsidP="003274FB">
      <w:pPr>
        <w:pStyle w:val="ListParagraph"/>
        <w:numPr>
          <w:ilvl w:val="0"/>
          <w:numId w:val="8"/>
        </w:numPr>
      </w:pPr>
      <w:r w:rsidRPr="00EC418E">
        <w:t>ViewModels</w:t>
      </w:r>
      <w:r w:rsidRPr="00EC418E">
        <w:tab/>
      </w:r>
      <w:r w:rsidRPr="00EC418E">
        <w:tab/>
        <w:t>ViewModels for</w:t>
      </w:r>
      <w:r w:rsidR="00006DBF">
        <w:t xml:space="preserve"> the</w:t>
      </w:r>
      <w:r w:rsidRPr="00EC418E">
        <w:t xml:space="preserve"> Views</w:t>
      </w:r>
    </w:p>
    <w:p w:rsidR="003274FB" w:rsidRPr="00EC418E" w:rsidRDefault="003274FB" w:rsidP="003274FB">
      <w:pPr>
        <w:pStyle w:val="ListParagraph"/>
        <w:numPr>
          <w:ilvl w:val="0"/>
          <w:numId w:val="8"/>
        </w:numPr>
      </w:pPr>
      <w:r w:rsidRPr="00EC418E">
        <w:t>Views</w:t>
      </w:r>
      <w:r w:rsidRPr="00EC418E">
        <w:tab/>
      </w:r>
      <w:r w:rsidRPr="00EC418E">
        <w:tab/>
      </w:r>
      <w:r w:rsidRPr="00EC418E">
        <w:tab/>
      </w:r>
      <w:r w:rsidR="00A75B1B" w:rsidRPr="00EC418E">
        <w:t>I</w:t>
      </w:r>
      <w:r w:rsidRPr="00EC418E">
        <w:t>nterfaces for the Views</w:t>
      </w:r>
    </w:p>
    <w:p w:rsidR="003274FB" w:rsidRPr="00EC418E" w:rsidRDefault="003274FB" w:rsidP="003274FB">
      <w:r w:rsidRPr="00EC418E">
        <w:t>BookLibrary.Domain</w:t>
      </w:r>
    </w:p>
    <w:p w:rsidR="003274FB" w:rsidRPr="00EC418E" w:rsidRDefault="003274FB" w:rsidP="003274FB">
      <w:pPr>
        <w:pStyle w:val="ListParagraph"/>
        <w:numPr>
          <w:ilvl w:val="0"/>
          <w:numId w:val="9"/>
        </w:numPr>
      </w:pPr>
      <w:r w:rsidRPr="00EC418E">
        <w:t>(Root)</w:t>
      </w:r>
      <w:r w:rsidRPr="00EC418E">
        <w:tab/>
      </w:r>
      <w:r w:rsidRPr="00EC418E">
        <w:tab/>
      </w:r>
      <w:r w:rsidRPr="00EC418E">
        <w:tab/>
      </w:r>
      <w:r w:rsidR="007563D9" w:rsidRPr="00EC418E">
        <w:t>Entity Data Model and partial classes for the Entities</w:t>
      </w:r>
    </w:p>
    <w:p w:rsidR="003274FB" w:rsidRPr="00EC418E" w:rsidRDefault="003274FB" w:rsidP="003274FB">
      <w:pPr>
        <w:pStyle w:val="ListParagraph"/>
        <w:numPr>
          <w:ilvl w:val="0"/>
          <w:numId w:val="9"/>
        </w:numPr>
      </w:pPr>
      <w:r w:rsidRPr="00EC418E">
        <w:t>Resources</w:t>
      </w:r>
      <w:r w:rsidR="007563D9" w:rsidRPr="00EC418E">
        <w:tab/>
      </w:r>
      <w:r w:rsidR="007563D9" w:rsidRPr="00EC418E">
        <w:tab/>
        <w:t>Database file</w:t>
      </w:r>
    </w:p>
    <w:p w:rsidR="00EC418E" w:rsidRPr="00EC418E" w:rsidRDefault="00EC418E" w:rsidP="00EC418E">
      <w:pPr>
        <w:pStyle w:val="Heading1"/>
      </w:pPr>
      <w:r w:rsidRPr="00EC418E">
        <w:t>Domain Layer</w:t>
      </w:r>
    </w:p>
    <w:p w:rsidR="00EC418E" w:rsidRPr="00EC418E" w:rsidRDefault="00EC418E" w:rsidP="00EC418E">
      <w:r w:rsidRPr="00EC418E">
        <w:t>BookLibrary.Domain\BookLibraryModel.edmx</w:t>
      </w:r>
    </w:p>
    <w:p w:rsidR="00EC418E" w:rsidRPr="00EC418E" w:rsidRDefault="00EC418E" w:rsidP="00EC418E">
      <w:r w:rsidRPr="00EC418E">
        <w:rPr>
          <w:noProof/>
        </w:rPr>
        <w:drawing>
          <wp:inline distT="0" distB="0" distL="0" distR="0">
            <wp:extent cx="4267200" cy="2857500"/>
            <wp:effectExtent l="1905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3" cstate="print"/>
                    <a:srcRect/>
                    <a:stretch>
                      <a:fillRect/>
                    </a:stretch>
                  </pic:blipFill>
                  <pic:spPr bwMode="auto">
                    <a:xfrm>
                      <a:off x="0" y="0"/>
                      <a:ext cx="4267200" cy="2857500"/>
                    </a:xfrm>
                    <a:prstGeom prst="rect">
                      <a:avLst/>
                    </a:prstGeom>
                    <a:noFill/>
                    <a:ln w="9525">
                      <a:noFill/>
                      <a:miter lim="800000"/>
                      <a:headEnd/>
                      <a:tailEnd/>
                    </a:ln>
                  </pic:spPr>
                </pic:pic>
              </a:graphicData>
            </a:graphic>
          </wp:inline>
        </w:drawing>
      </w:r>
    </w:p>
    <w:p w:rsidR="003F03AC" w:rsidRPr="00EC418E" w:rsidRDefault="003F03AC" w:rsidP="00E83CAF">
      <w:pPr>
        <w:pStyle w:val="Heading1"/>
      </w:pPr>
      <w:r w:rsidRPr="00EC418E">
        <w:lastRenderedPageBreak/>
        <w:t>Features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6" w:space="0" w:color="548DD4" w:themeColor="text2" w:themeTint="99"/>
        </w:tblBorders>
        <w:tblLook w:val="04A0" w:firstRow="1" w:lastRow="0" w:firstColumn="1" w:lastColumn="0" w:noHBand="0" w:noVBand="1"/>
      </w:tblPr>
      <w:tblGrid>
        <w:gridCol w:w="7054"/>
        <w:gridCol w:w="2234"/>
      </w:tblGrid>
      <w:tr w:rsidR="006365DB" w:rsidRPr="00EC418E" w:rsidTr="00B76DF0">
        <w:trPr>
          <w:cantSplit/>
        </w:trPr>
        <w:tc>
          <w:tcPr>
            <w:tcW w:w="7054" w:type="dxa"/>
          </w:tcPr>
          <w:p w:rsidR="006365DB" w:rsidRPr="00EC418E" w:rsidRDefault="006365DB" w:rsidP="006365DB">
            <w:pPr>
              <w:pStyle w:val="Heading2"/>
              <w:outlineLvl w:val="1"/>
            </w:pPr>
            <w:r w:rsidRPr="00EC418E">
              <w:t>Validation with DataAnnotations</w:t>
            </w:r>
          </w:p>
          <w:p w:rsidR="006365DB" w:rsidRPr="00EC418E" w:rsidRDefault="006365DB" w:rsidP="006365DB">
            <w:r w:rsidRPr="00EC418E">
              <w:t xml:space="preserve">The .NET Framework ships a validation framework in the System.ComponentModel.DataAnnotations namespace. </w:t>
            </w:r>
          </w:p>
          <w:p w:rsidR="006365DB" w:rsidRPr="00EC418E" w:rsidRDefault="006365DB" w:rsidP="006365DB">
            <w:r w:rsidRPr="00EC418E">
              <w:t>But WPF Binding supports only validation with the IDataErrorInfo interface.</w:t>
            </w:r>
            <w:r w:rsidRPr="00EC418E">
              <w:br/>
            </w:r>
          </w:p>
          <w:p w:rsidR="006365DB" w:rsidRPr="00EC418E" w:rsidRDefault="006365DB" w:rsidP="006365DB">
            <w:pPr>
              <w:autoSpaceDE w:val="0"/>
              <w:autoSpaceDN w:val="0"/>
              <w:adjustRightInd w:val="0"/>
              <w:rPr>
                <w:rFonts w:ascii="Consolas" w:hAnsi="Consolas" w:cs="Consolas"/>
                <w:color w:val="0000FF"/>
                <w:sz w:val="19"/>
                <w:szCs w:val="19"/>
              </w:rPr>
            </w:pPr>
            <w:r w:rsidRPr="00EC418E">
              <w:rPr>
                <w:rFonts w:ascii="Consolas" w:hAnsi="Consolas" w:cs="Consolas"/>
                <w:color w:val="0000FF"/>
                <w:sz w:val="19"/>
                <w:szCs w:val="19"/>
              </w:rPr>
              <w:t>{</w:t>
            </w:r>
            <w:r w:rsidRPr="00EC418E">
              <w:rPr>
                <w:rFonts w:ascii="Consolas" w:hAnsi="Consolas" w:cs="Consolas"/>
                <w:color w:val="A31515"/>
                <w:sz w:val="19"/>
                <w:szCs w:val="19"/>
              </w:rPr>
              <w:t>Binding</w:t>
            </w:r>
            <w:r w:rsidRPr="00EC418E">
              <w:rPr>
                <w:rFonts w:ascii="Consolas" w:hAnsi="Consolas" w:cs="Consolas"/>
                <w:color w:val="FF0000"/>
                <w:sz w:val="19"/>
                <w:szCs w:val="19"/>
              </w:rPr>
              <w:t xml:space="preserve"> ...</w:t>
            </w:r>
            <w:r w:rsidRPr="00EC418E">
              <w:rPr>
                <w:rFonts w:ascii="Consolas" w:hAnsi="Consolas" w:cs="Consolas"/>
                <w:color w:val="0000FF"/>
                <w:sz w:val="19"/>
                <w:szCs w:val="19"/>
              </w:rPr>
              <w:t xml:space="preserve"> </w:t>
            </w:r>
            <w:r w:rsidRPr="00EC418E">
              <w:rPr>
                <w:rFonts w:ascii="Consolas" w:hAnsi="Consolas" w:cs="Consolas"/>
                <w:color w:val="FF0000"/>
                <w:sz w:val="19"/>
                <w:szCs w:val="19"/>
              </w:rPr>
              <w:t>ValidatesOnDataErrors</w:t>
            </w:r>
            <w:r w:rsidRPr="00EC418E">
              <w:rPr>
                <w:rFonts w:ascii="Consolas" w:hAnsi="Consolas" w:cs="Consolas"/>
                <w:color w:val="0000FF"/>
                <w:sz w:val="19"/>
                <w:szCs w:val="19"/>
              </w:rPr>
              <w:t>=true}</w:t>
            </w:r>
          </w:p>
          <w:p w:rsidR="006365DB" w:rsidRPr="00EC418E" w:rsidRDefault="006365DB" w:rsidP="006365DB"/>
          <w:p w:rsidR="006365DB" w:rsidRPr="00EC418E" w:rsidRDefault="006365DB" w:rsidP="006365DB">
            <w:r w:rsidRPr="00EC418E">
              <w:t>WAF provides the DataErrorInfoSupport class which connects the DataAnnotations validation with the IDataErrorInfo</w:t>
            </w:r>
            <w:r w:rsidR="0085756F">
              <w:t xml:space="preserve"> interface</w:t>
            </w:r>
            <w:r w:rsidRPr="00EC418E">
              <w:t>.</w:t>
            </w:r>
            <w:r w:rsidRPr="00EC418E">
              <w:br/>
            </w:r>
          </w:p>
          <w:p w:rsidR="006365DB" w:rsidRPr="00EC418E" w:rsidRDefault="006365DB" w:rsidP="006365DB">
            <w:r w:rsidRPr="00EC418E">
              <w:rPr>
                <w:rStyle w:val="IntenseEmphasis"/>
              </w:rPr>
              <w:t>BookLibrary.Domain/Person.cs (see Error and this[] property)</w:t>
            </w:r>
            <w:r w:rsidRPr="00EC418E">
              <w:rPr>
                <w:rStyle w:val="IntenseEmphasis"/>
              </w:rPr>
              <w:br/>
            </w:r>
          </w:p>
          <w:p w:rsidR="006365DB" w:rsidRPr="00EC418E" w:rsidRDefault="006365DB" w:rsidP="006365DB">
            <w:r w:rsidRPr="00EC418E">
              <w:t>Because entity classes are partial classes generated by the Entity Framework, it's not possible to write the validation attributes directly to the properties.</w:t>
            </w:r>
          </w:p>
          <w:p w:rsidR="006365DB" w:rsidRPr="00EC418E" w:rsidRDefault="006365DB" w:rsidP="006365DB">
            <w:r w:rsidRPr="00EC418E">
              <w:t>A workaround is to introduce an interface with these properties and specify the attributes there.</w:t>
            </w:r>
            <w:r w:rsidRPr="00EC418E">
              <w:br/>
            </w:r>
          </w:p>
          <w:p w:rsidR="006365DB" w:rsidRPr="00EC418E" w:rsidRDefault="006365DB" w:rsidP="006365DB">
            <w:pPr>
              <w:rPr>
                <w:rStyle w:val="IntenseEmphasis"/>
              </w:rPr>
            </w:pPr>
            <w:r w:rsidRPr="00EC418E">
              <w:rPr>
                <w:rStyle w:val="IntenseEmphasis"/>
              </w:rPr>
              <w:t>BookLibrary.Domain/Person.cs (see IPerson interface)</w:t>
            </w:r>
            <w:r w:rsidRPr="00EC418E">
              <w:rPr>
                <w:rStyle w:val="IntenseEmphasis"/>
              </w:rPr>
              <w:br/>
            </w:r>
          </w:p>
          <w:p w:rsidR="006365DB" w:rsidRPr="00EC418E" w:rsidRDefault="0085756F" w:rsidP="006365DB">
            <w:r>
              <w:t xml:space="preserve">The </w:t>
            </w:r>
            <w:r w:rsidR="006365DB" w:rsidRPr="00EC418E">
              <w:t>MetadataType attribute</w:t>
            </w:r>
            <w:r>
              <w:t xml:space="preserve"> defines the association between the entity class and the interface</w:t>
            </w:r>
            <w:r w:rsidR="006365DB" w:rsidRPr="00EC418E">
              <w:t>.</w:t>
            </w:r>
            <w:r w:rsidR="006365DB" w:rsidRPr="00EC418E">
              <w:br/>
            </w:r>
          </w:p>
          <w:p w:rsidR="006365DB" w:rsidRPr="00EC418E" w:rsidRDefault="006365DB" w:rsidP="006365DB">
            <w:pPr>
              <w:rPr>
                <w:rStyle w:val="IntenseEmphasis"/>
              </w:rPr>
            </w:pPr>
            <w:r w:rsidRPr="00EC418E">
              <w:rPr>
                <w:rStyle w:val="IntenseEmphasis"/>
              </w:rPr>
              <w:t>BookLibrary.Domain/Person.cs (see Person class)</w:t>
            </w:r>
            <w:r w:rsidRPr="00EC418E">
              <w:rPr>
                <w:rStyle w:val="IntenseEmphasis"/>
              </w:rPr>
              <w:br/>
            </w:r>
          </w:p>
          <w:p w:rsidR="006365DB" w:rsidRPr="00EC418E" w:rsidRDefault="006365DB" w:rsidP="006365DB">
            <w:r w:rsidRPr="00EC418E">
              <w:t>Enable the DataAnnotations infrastructure to use the MetadataType information.</w:t>
            </w:r>
            <w:r w:rsidRPr="00EC418E">
              <w:br/>
            </w:r>
          </w:p>
          <w:p w:rsidR="006365DB" w:rsidRPr="00EC418E" w:rsidRDefault="006365DB" w:rsidP="006365DB">
            <w:pPr>
              <w:rPr>
                <w:rStyle w:val="IntenseEmphasis"/>
              </w:rPr>
            </w:pPr>
            <w:r w:rsidRPr="00EC418E">
              <w:rPr>
                <w:rStyle w:val="IntenseEmphasis"/>
              </w:rPr>
              <w:t>BookLibrary.Domain/BookLibraryEntities.cs (see static constructor)</w:t>
            </w:r>
          </w:p>
          <w:p w:rsidR="00B76DF0" w:rsidRPr="00EC418E" w:rsidRDefault="00B76DF0" w:rsidP="00B76DF0"/>
          <w:p w:rsidR="00B76DF0" w:rsidRPr="00EC418E" w:rsidRDefault="00B76DF0" w:rsidP="00B76DF0"/>
        </w:tc>
        <w:tc>
          <w:tcPr>
            <w:tcW w:w="2234" w:type="dxa"/>
          </w:tcPr>
          <w:p w:rsidR="006365DB" w:rsidRPr="00EC418E" w:rsidRDefault="006365DB" w:rsidP="009B677D">
            <w:pPr>
              <w:jc w:val="right"/>
            </w:pPr>
            <w:r w:rsidRPr="00EC418E">
              <w:br/>
            </w:r>
            <w:r w:rsidRPr="00EC418E">
              <w:rPr>
                <w:noProof/>
              </w:rPr>
              <w:drawing>
                <wp:inline distT="0" distB="0" distL="0" distR="0">
                  <wp:extent cx="1143000" cy="33242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a:stretch>
                            <a:fillRect/>
                          </a:stretch>
                        </pic:blipFill>
                        <pic:spPr bwMode="auto">
                          <a:xfrm>
                            <a:off x="0" y="0"/>
                            <a:ext cx="1143000" cy="3324225"/>
                          </a:xfrm>
                          <a:prstGeom prst="rect">
                            <a:avLst/>
                          </a:prstGeom>
                          <a:noFill/>
                          <a:ln w="9525">
                            <a:noFill/>
                            <a:miter lim="800000"/>
                            <a:headEnd/>
                            <a:tailEnd/>
                          </a:ln>
                        </pic:spPr>
                      </pic:pic>
                    </a:graphicData>
                  </a:graphic>
                </wp:inline>
              </w:drawing>
            </w:r>
          </w:p>
        </w:tc>
      </w:tr>
      <w:tr w:rsidR="006365DB" w:rsidRPr="00EC418E" w:rsidTr="00B76DF0">
        <w:trPr>
          <w:cantSplit/>
        </w:trPr>
        <w:tc>
          <w:tcPr>
            <w:tcW w:w="7054" w:type="dxa"/>
          </w:tcPr>
          <w:p w:rsidR="006365DB" w:rsidRPr="00EC418E" w:rsidRDefault="006365DB" w:rsidP="007B234D">
            <w:pPr>
              <w:pStyle w:val="Heading2"/>
              <w:outlineLvl w:val="1"/>
            </w:pPr>
            <w:r w:rsidRPr="00EC418E">
              <w:t>Visualize parsing errors and exceptions</w:t>
            </w:r>
          </w:p>
          <w:p w:rsidR="006365DB" w:rsidRPr="00EC418E" w:rsidRDefault="006365DB" w:rsidP="006365DB">
            <w:r w:rsidRPr="00EC418E">
              <w:t>When the user enters "abc" in a TextBox which is bound to an integer property then WPF isn't able to parse the user input. Such errors should be shown similar to validation errors.</w:t>
            </w:r>
            <w:r w:rsidRPr="00EC418E">
              <w:br/>
            </w:r>
          </w:p>
          <w:p w:rsidR="006365DB" w:rsidRPr="00EC418E" w:rsidRDefault="006365DB" w:rsidP="007B234D">
            <w:pPr>
              <w:autoSpaceDE w:val="0"/>
              <w:autoSpaceDN w:val="0"/>
              <w:adjustRightInd w:val="0"/>
              <w:rPr>
                <w:rFonts w:ascii="Consolas" w:hAnsi="Consolas" w:cs="Consolas"/>
                <w:color w:val="0000FF"/>
                <w:sz w:val="19"/>
                <w:szCs w:val="19"/>
              </w:rPr>
            </w:pPr>
            <w:r w:rsidRPr="00EC418E">
              <w:rPr>
                <w:rFonts w:ascii="Consolas" w:hAnsi="Consolas" w:cs="Consolas"/>
                <w:color w:val="0000FF"/>
                <w:sz w:val="19"/>
                <w:szCs w:val="19"/>
              </w:rPr>
              <w:t>{</w:t>
            </w:r>
            <w:r w:rsidRPr="00EC418E">
              <w:rPr>
                <w:rFonts w:ascii="Consolas" w:hAnsi="Consolas" w:cs="Consolas"/>
                <w:color w:val="A31515"/>
                <w:sz w:val="19"/>
                <w:szCs w:val="19"/>
              </w:rPr>
              <w:t>Binding</w:t>
            </w:r>
            <w:r w:rsidRPr="00EC418E">
              <w:rPr>
                <w:rFonts w:ascii="Consolas" w:hAnsi="Consolas" w:cs="Consolas"/>
                <w:color w:val="FF0000"/>
                <w:sz w:val="19"/>
                <w:szCs w:val="19"/>
              </w:rPr>
              <w:t xml:space="preserve"> ...</w:t>
            </w:r>
            <w:r w:rsidRPr="00EC418E">
              <w:rPr>
                <w:rFonts w:ascii="Consolas" w:hAnsi="Consolas" w:cs="Consolas"/>
                <w:color w:val="0000FF"/>
                <w:sz w:val="19"/>
                <w:szCs w:val="19"/>
              </w:rPr>
              <w:t xml:space="preserve"> </w:t>
            </w:r>
            <w:r w:rsidRPr="00EC418E">
              <w:rPr>
                <w:rFonts w:ascii="Consolas" w:hAnsi="Consolas" w:cs="Consolas"/>
                <w:color w:val="FF0000"/>
                <w:sz w:val="19"/>
                <w:szCs w:val="19"/>
              </w:rPr>
              <w:t>ValidatesOnExceptions</w:t>
            </w:r>
            <w:r w:rsidRPr="00EC418E">
              <w:rPr>
                <w:rFonts w:ascii="Consolas" w:hAnsi="Consolas" w:cs="Consolas"/>
                <w:color w:val="0000FF"/>
                <w:sz w:val="19"/>
                <w:szCs w:val="19"/>
              </w:rPr>
              <w:t>=true}</w:t>
            </w:r>
          </w:p>
          <w:p w:rsidR="00B76DF0" w:rsidRPr="00EC418E" w:rsidRDefault="00B76DF0" w:rsidP="00B76DF0"/>
          <w:p w:rsidR="00B76DF0" w:rsidRPr="0085756F" w:rsidRDefault="0085756F" w:rsidP="00B76DF0">
            <w:pPr>
              <w:rPr>
                <w:rStyle w:val="IntenseEmphasis"/>
              </w:rPr>
            </w:pPr>
            <w:r w:rsidRPr="0085756F">
              <w:rPr>
                <w:rStyle w:val="IntenseEmphasis"/>
              </w:rPr>
              <w:t>BookLibrary.Presentation/Views/BookView.xaml (see Pages text box)</w:t>
            </w:r>
          </w:p>
          <w:p w:rsidR="0085756F" w:rsidRDefault="0085756F" w:rsidP="00B76DF0"/>
          <w:p w:rsidR="0085756F" w:rsidRPr="00EC418E" w:rsidRDefault="0085756F" w:rsidP="00B76DF0"/>
        </w:tc>
        <w:tc>
          <w:tcPr>
            <w:tcW w:w="2234" w:type="dxa"/>
          </w:tcPr>
          <w:p w:rsidR="006365DB" w:rsidRPr="00EC418E" w:rsidRDefault="006365DB" w:rsidP="009B677D">
            <w:pPr>
              <w:jc w:val="right"/>
            </w:pPr>
            <w:r w:rsidRPr="00EC418E">
              <w:br/>
            </w:r>
            <w:r w:rsidRPr="00EC418E">
              <w:rPr>
                <w:noProof/>
              </w:rPr>
              <w:drawing>
                <wp:inline distT="0" distB="0" distL="0" distR="0">
                  <wp:extent cx="1171575" cy="1247775"/>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srcRect/>
                          <a:stretch>
                            <a:fillRect/>
                          </a:stretch>
                        </pic:blipFill>
                        <pic:spPr bwMode="auto">
                          <a:xfrm>
                            <a:off x="0" y="0"/>
                            <a:ext cx="1171575" cy="1247775"/>
                          </a:xfrm>
                          <a:prstGeom prst="rect">
                            <a:avLst/>
                          </a:prstGeom>
                          <a:noFill/>
                          <a:ln w="9525">
                            <a:noFill/>
                            <a:miter lim="800000"/>
                            <a:headEnd/>
                            <a:tailEnd/>
                          </a:ln>
                        </pic:spPr>
                      </pic:pic>
                    </a:graphicData>
                  </a:graphic>
                </wp:inline>
              </w:drawing>
            </w:r>
          </w:p>
        </w:tc>
      </w:tr>
      <w:tr w:rsidR="006365DB" w:rsidRPr="00EC418E" w:rsidTr="00B76DF0">
        <w:trPr>
          <w:cantSplit/>
        </w:trPr>
        <w:tc>
          <w:tcPr>
            <w:tcW w:w="7054" w:type="dxa"/>
          </w:tcPr>
          <w:p w:rsidR="007B234D" w:rsidRPr="00EC418E" w:rsidRDefault="007B234D" w:rsidP="007B234D">
            <w:pPr>
              <w:pStyle w:val="Heading2"/>
              <w:outlineLvl w:val="1"/>
            </w:pPr>
            <w:r w:rsidRPr="00EC418E">
              <w:lastRenderedPageBreak/>
              <w:t>Disable commands when an input error exists</w:t>
            </w:r>
          </w:p>
          <w:p w:rsidR="007B234D" w:rsidRPr="00EC418E" w:rsidRDefault="007B234D" w:rsidP="007B234D">
            <w:r w:rsidRPr="00EC418E">
              <w:t>The BookLibrary disables the Save and Add (Book) command when an input error exists.</w:t>
            </w:r>
            <w:r w:rsidRPr="00EC418E">
              <w:br/>
            </w:r>
          </w:p>
          <w:p w:rsidR="007B234D" w:rsidRPr="00EC418E" w:rsidRDefault="007B234D" w:rsidP="007B234D">
            <w:pPr>
              <w:autoSpaceDE w:val="0"/>
              <w:autoSpaceDN w:val="0"/>
              <w:adjustRightInd w:val="0"/>
              <w:rPr>
                <w:rFonts w:ascii="Consolas" w:hAnsi="Consolas" w:cs="Consolas"/>
                <w:color w:val="0000FF"/>
                <w:sz w:val="19"/>
                <w:szCs w:val="19"/>
              </w:rPr>
            </w:pPr>
            <w:r w:rsidRPr="00EC418E">
              <w:rPr>
                <w:rFonts w:ascii="Consolas" w:hAnsi="Consolas" w:cs="Consolas"/>
                <w:color w:val="0000FF"/>
                <w:sz w:val="19"/>
                <w:szCs w:val="19"/>
              </w:rPr>
              <w:t>{</w:t>
            </w:r>
            <w:r w:rsidRPr="00EC418E">
              <w:rPr>
                <w:rFonts w:ascii="Consolas" w:hAnsi="Consolas" w:cs="Consolas"/>
                <w:color w:val="A31515"/>
                <w:sz w:val="19"/>
                <w:szCs w:val="19"/>
              </w:rPr>
              <w:t>Binding</w:t>
            </w:r>
            <w:r w:rsidRPr="00EC418E">
              <w:rPr>
                <w:rFonts w:ascii="Consolas" w:hAnsi="Consolas" w:cs="Consolas"/>
                <w:color w:val="FF0000"/>
                <w:sz w:val="19"/>
                <w:szCs w:val="19"/>
              </w:rPr>
              <w:t xml:space="preserve"> ...</w:t>
            </w:r>
            <w:r w:rsidRPr="00EC418E">
              <w:rPr>
                <w:rFonts w:ascii="Consolas" w:hAnsi="Consolas" w:cs="Consolas"/>
                <w:color w:val="0000FF"/>
                <w:sz w:val="19"/>
                <w:szCs w:val="19"/>
              </w:rPr>
              <w:t xml:space="preserve"> </w:t>
            </w:r>
            <w:r w:rsidRPr="00EC418E">
              <w:rPr>
                <w:rFonts w:ascii="Consolas" w:hAnsi="Consolas" w:cs="Consolas"/>
                <w:color w:val="FF0000"/>
                <w:sz w:val="19"/>
                <w:szCs w:val="19"/>
              </w:rPr>
              <w:t>NotifyOnValidationError</w:t>
            </w:r>
            <w:r w:rsidRPr="00EC418E">
              <w:rPr>
                <w:rFonts w:ascii="Consolas" w:hAnsi="Consolas" w:cs="Consolas"/>
                <w:color w:val="0000FF"/>
                <w:sz w:val="19"/>
                <w:szCs w:val="19"/>
              </w:rPr>
              <w:t>=true}</w:t>
            </w:r>
          </w:p>
          <w:p w:rsidR="007B234D" w:rsidRPr="00EC418E" w:rsidRDefault="007B234D" w:rsidP="007B234D"/>
          <w:p w:rsidR="007B234D" w:rsidRPr="00EC418E" w:rsidRDefault="0061754A" w:rsidP="007B234D">
            <w:r>
              <w:t>T</w:t>
            </w:r>
            <w:r w:rsidR="007B234D" w:rsidRPr="00EC418E">
              <w:t>he Validation.AddErrorHandler event is used to track errors in the UI. Th</w:t>
            </w:r>
            <w:r>
              <w:t>e</w:t>
            </w:r>
            <w:r w:rsidR="007B234D" w:rsidRPr="00EC418E">
              <w:t>s</w:t>
            </w:r>
            <w:r>
              <w:t>e</w:t>
            </w:r>
            <w:r w:rsidR="007B234D" w:rsidRPr="00EC418E">
              <w:t xml:space="preserve"> error</w:t>
            </w:r>
            <w:r>
              <w:t>s</w:t>
            </w:r>
            <w:r w:rsidR="007B234D" w:rsidRPr="00EC418E">
              <w:t xml:space="preserve"> </w:t>
            </w:r>
            <w:r>
              <w:t>are</w:t>
            </w:r>
            <w:r w:rsidR="007B234D" w:rsidRPr="00EC418E">
              <w:t xml:space="preserve"> synchronized with the IsValid flag of the ViewModel.</w:t>
            </w:r>
            <w:r w:rsidR="007B234D" w:rsidRPr="00EC418E">
              <w:br/>
            </w:r>
          </w:p>
          <w:p w:rsidR="007B234D" w:rsidRPr="00EC418E" w:rsidRDefault="007B234D" w:rsidP="007B234D">
            <w:pPr>
              <w:rPr>
                <w:rStyle w:val="IntenseEmphasis"/>
              </w:rPr>
            </w:pPr>
            <w:r w:rsidRPr="00EC418E">
              <w:rPr>
                <w:rStyle w:val="IntenseEmphasis"/>
              </w:rPr>
              <w:t>BookLibrary.Presentation/Views/ShellWindow.xaml.cs</w:t>
            </w:r>
            <w:r w:rsidRPr="00EC418E">
              <w:rPr>
                <w:rStyle w:val="IntenseEmphasis"/>
              </w:rPr>
              <w:br/>
              <w:t xml:space="preserve"> (see ErrorChangedHandler method)</w:t>
            </w:r>
            <w:r w:rsidRPr="00EC418E">
              <w:rPr>
                <w:rStyle w:val="IntenseEmphasis"/>
              </w:rPr>
              <w:br/>
            </w:r>
          </w:p>
          <w:p w:rsidR="007B234D" w:rsidRPr="00EC418E" w:rsidRDefault="007B234D" w:rsidP="007B234D">
            <w:r w:rsidRPr="00EC418E">
              <w:t>The IsValid flag is used to enable/disable the Save command.</w:t>
            </w:r>
            <w:r w:rsidRPr="00EC418E">
              <w:br/>
            </w:r>
          </w:p>
          <w:p w:rsidR="006365DB" w:rsidRPr="00EC418E" w:rsidRDefault="007B234D" w:rsidP="007B234D">
            <w:r w:rsidRPr="00EC418E">
              <w:rPr>
                <w:rStyle w:val="IntenseEmphasis"/>
              </w:rPr>
              <w:t xml:space="preserve">BookLibrary.Applications/Controllers/EntityController.cs </w:t>
            </w:r>
            <w:r w:rsidRPr="00EC418E">
              <w:rPr>
                <w:rStyle w:val="IntenseEmphasis"/>
              </w:rPr>
              <w:br/>
              <w:t>(see CanSave method)</w:t>
            </w:r>
            <w:r w:rsidRPr="00EC418E">
              <w:t xml:space="preserve"> </w:t>
            </w:r>
          </w:p>
          <w:p w:rsidR="00B76DF0" w:rsidRPr="00EC418E" w:rsidRDefault="00B76DF0" w:rsidP="00B76DF0"/>
          <w:p w:rsidR="00B76DF0" w:rsidRPr="00EC418E" w:rsidRDefault="00B76DF0" w:rsidP="00B76DF0"/>
        </w:tc>
        <w:tc>
          <w:tcPr>
            <w:tcW w:w="2234" w:type="dxa"/>
          </w:tcPr>
          <w:p w:rsidR="006365DB" w:rsidRPr="00EC418E" w:rsidRDefault="007B234D" w:rsidP="009B677D">
            <w:pPr>
              <w:jc w:val="right"/>
            </w:pPr>
            <w:r w:rsidRPr="00EC418E">
              <w:br/>
            </w:r>
            <w:r w:rsidRPr="00EC418E">
              <w:rPr>
                <w:noProof/>
              </w:rPr>
              <w:drawing>
                <wp:inline distT="0" distB="0" distL="0" distR="0">
                  <wp:extent cx="1143000" cy="2543175"/>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srcRect/>
                          <a:stretch>
                            <a:fillRect/>
                          </a:stretch>
                        </pic:blipFill>
                        <pic:spPr bwMode="auto">
                          <a:xfrm>
                            <a:off x="0" y="0"/>
                            <a:ext cx="1143000" cy="2543175"/>
                          </a:xfrm>
                          <a:prstGeom prst="rect">
                            <a:avLst/>
                          </a:prstGeom>
                          <a:noFill/>
                          <a:ln w="9525">
                            <a:noFill/>
                            <a:miter lim="800000"/>
                            <a:headEnd/>
                            <a:tailEnd/>
                          </a:ln>
                        </pic:spPr>
                      </pic:pic>
                    </a:graphicData>
                  </a:graphic>
                </wp:inline>
              </w:drawing>
            </w:r>
          </w:p>
        </w:tc>
      </w:tr>
      <w:tr w:rsidR="006365DB" w:rsidRPr="00EC418E" w:rsidTr="00B76DF0">
        <w:trPr>
          <w:cantSplit/>
        </w:trPr>
        <w:tc>
          <w:tcPr>
            <w:tcW w:w="7054" w:type="dxa"/>
          </w:tcPr>
          <w:p w:rsidR="007B234D" w:rsidRPr="00EC418E" w:rsidRDefault="007B234D" w:rsidP="007B234D">
            <w:pPr>
              <w:pStyle w:val="Heading2"/>
              <w:outlineLvl w:val="1"/>
            </w:pPr>
            <w:r w:rsidRPr="00EC418E">
              <w:t xml:space="preserve">Use a DataModel to support </w:t>
            </w:r>
            <w:r w:rsidR="004F6A90">
              <w:t>c</w:t>
            </w:r>
            <w:r w:rsidRPr="00EC418E">
              <w:t>ommands</w:t>
            </w:r>
          </w:p>
          <w:p w:rsidR="007B234D" w:rsidRPr="00EC418E" w:rsidRDefault="007B234D" w:rsidP="007B234D">
            <w:r w:rsidRPr="00EC418E">
              <w:t>In simple scenarios we can bind an ItemsControl (e.g. DataGrid) directly to a collection of Model objects.</w:t>
            </w:r>
            <w:r w:rsidRPr="00EC418E">
              <w:br/>
            </w:r>
          </w:p>
          <w:p w:rsidR="007B234D" w:rsidRPr="00EC418E" w:rsidRDefault="007B234D" w:rsidP="007B234D">
            <w:pPr>
              <w:rPr>
                <w:rStyle w:val="IntenseEmphasis"/>
              </w:rPr>
            </w:pPr>
            <w:r w:rsidRPr="00EC418E">
              <w:rPr>
                <w:rStyle w:val="IntenseEmphasis"/>
              </w:rPr>
              <w:t xml:space="preserve">BookLibrary.Applications/ViewModels/PersonListViewModel.cs </w:t>
            </w:r>
            <w:r w:rsidRPr="00EC418E">
              <w:rPr>
                <w:rStyle w:val="IntenseEmphasis"/>
              </w:rPr>
              <w:br/>
              <w:t>(see Persons property)</w:t>
            </w:r>
            <w:r w:rsidRPr="00EC418E">
              <w:rPr>
                <w:rStyle w:val="IntenseEmphasis"/>
              </w:rPr>
              <w:br/>
            </w:r>
          </w:p>
          <w:p w:rsidR="007B234D" w:rsidRPr="00EC418E" w:rsidRDefault="0061754A" w:rsidP="007B234D">
            <w:r>
              <w:t>But</w:t>
            </w:r>
            <w:r w:rsidR="007B234D" w:rsidRPr="00EC418E">
              <w:t xml:space="preserve"> when we need to provide additional functionality for the user interface then we can wrap the Model object with a DataModel object. The sample application defines the LendToCommand in the BookDataModel class.</w:t>
            </w:r>
            <w:r w:rsidR="007B234D" w:rsidRPr="00EC418E">
              <w:br/>
            </w:r>
          </w:p>
          <w:p w:rsidR="007B234D" w:rsidRPr="00EC418E" w:rsidRDefault="007B234D" w:rsidP="007B234D">
            <w:pPr>
              <w:rPr>
                <w:rStyle w:val="IntenseEmphasis"/>
              </w:rPr>
            </w:pPr>
            <w:r w:rsidRPr="00EC418E">
              <w:rPr>
                <w:rStyle w:val="IntenseEmphasis"/>
              </w:rPr>
              <w:t xml:space="preserve">BookLibrary.Applications/DataModels/BookDataModel.cs </w:t>
            </w:r>
            <w:r w:rsidRPr="00EC418E">
              <w:rPr>
                <w:rStyle w:val="IntenseEmphasis"/>
              </w:rPr>
              <w:br/>
              <w:t>(see LendToCommand property)</w:t>
            </w:r>
            <w:r w:rsidRPr="00EC418E">
              <w:rPr>
                <w:rStyle w:val="IntenseEmphasis"/>
              </w:rPr>
              <w:br/>
            </w:r>
          </w:p>
          <w:p w:rsidR="007B234D" w:rsidRPr="00EC418E" w:rsidRDefault="007B234D" w:rsidP="007B234D">
            <w:r w:rsidRPr="00EC418E">
              <w:t>The DataGrid binds to the collection of BookDataModels. Thus, the LendTo column is able to bind the Hyperlink directly to the LendToCommand property of the DataModel.</w:t>
            </w:r>
            <w:r w:rsidRPr="00EC418E">
              <w:br/>
            </w:r>
          </w:p>
          <w:p w:rsidR="007B234D" w:rsidRPr="00EC418E" w:rsidRDefault="007B234D" w:rsidP="007B234D">
            <w:pPr>
              <w:rPr>
                <w:rStyle w:val="IntenseEmphasis"/>
              </w:rPr>
            </w:pPr>
            <w:r w:rsidRPr="00EC418E">
              <w:rPr>
                <w:rStyle w:val="IntenseEmphasis"/>
              </w:rPr>
              <w:t>BookLibrary.Presentation/Views/BookListView.xaml</w:t>
            </w:r>
            <w:r w:rsidRPr="00EC418E">
              <w:rPr>
                <w:rStyle w:val="IntenseEmphasis"/>
              </w:rPr>
              <w:br/>
              <w:t>(see DataGrid element)</w:t>
            </w:r>
            <w:r w:rsidRPr="00EC418E">
              <w:rPr>
                <w:rStyle w:val="IntenseEmphasis"/>
              </w:rPr>
              <w:br/>
            </w:r>
          </w:p>
          <w:p w:rsidR="007B234D" w:rsidRPr="00EC418E" w:rsidRDefault="007B234D" w:rsidP="007B234D">
            <w:r w:rsidRPr="00EC418E">
              <w:t xml:space="preserve">The BookController is responsible to keep the collection of Books synchronized with the collection of BookDataModels. It uses the </w:t>
            </w:r>
            <w:r w:rsidR="0061754A">
              <w:t xml:space="preserve">WAF </w:t>
            </w:r>
            <w:r w:rsidRPr="00EC418E">
              <w:t>ConverterCollection for this task.</w:t>
            </w:r>
            <w:r w:rsidRPr="00EC418E">
              <w:br/>
            </w:r>
          </w:p>
          <w:p w:rsidR="006365DB" w:rsidRPr="00EC418E" w:rsidRDefault="007B234D" w:rsidP="007B234D">
            <w:pPr>
              <w:rPr>
                <w:rStyle w:val="IntenseEmphasis"/>
              </w:rPr>
            </w:pPr>
            <w:r w:rsidRPr="00EC418E">
              <w:rPr>
                <w:rStyle w:val="IntenseEmphasis"/>
              </w:rPr>
              <w:t xml:space="preserve">BookLibrary.Applications/Controllers/BookController.cs </w:t>
            </w:r>
            <w:r w:rsidRPr="00EC418E">
              <w:rPr>
                <w:rStyle w:val="IntenseEmphasis"/>
              </w:rPr>
              <w:br/>
              <w:t>(see Initialize method)</w:t>
            </w:r>
          </w:p>
          <w:p w:rsidR="00B76DF0" w:rsidRPr="00EC418E" w:rsidRDefault="00B76DF0" w:rsidP="00B76DF0"/>
          <w:p w:rsidR="00B76DF0" w:rsidRPr="00EC418E" w:rsidRDefault="00B76DF0" w:rsidP="00B76DF0"/>
        </w:tc>
        <w:tc>
          <w:tcPr>
            <w:tcW w:w="2234" w:type="dxa"/>
          </w:tcPr>
          <w:p w:rsidR="006365DB" w:rsidRPr="00EC418E" w:rsidRDefault="00CD76BD" w:rsidP="009B677D">
            <w:pPr>
              <w:jc w:val="right"/>
            </w:pPr>
            <w:r w:rsidRPr="00EC418E">
              <w:br/>
            </w:r>
            <w:r w:rsidR="00DD5801" w:rsidRPr="00EC418E">
              <w:rPr>
                <w:noProof/>
              </w:rPr>
              <w:drawing>
                <wp:inline distT="0" distB="0" distL="0" distR="0">
                  <wp:extent cx="1181100" cy="2971800"/>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cstate="print"/>
                          <a:srcRect/>
                          <a:stretch>
                            <a:fillRect/>
                          </a:stretch>
                        </pic:blipFill>
                        <pic:spPr bwMode="auto">
                          <a:xfrm>
                            <a:off x="0" y="0"/>
                            <a:ext cx="1181100" cy="2971800"/>
                          </a:xfrm>
                          <a:prstGeom prst="rect">
                            <a:avLst/>
                          </a:prstGeom>
                          <a:noFill/>
                          <a:ln w="9525">
                            <a:noFill/>
                            <a:miter lim="800000"/>
                            <a:headEnd/>
                            <a:tailEnd/>
                          </a:ln>
                        </pic:spPr>
                      </pic:pic>
                    </a:graphicData>
                  </a:graphic>
                </wp:inline>
              </w:drawing>
            </w:r>
          </w:p>
        </w:tc>
      </w:tr>
      <w:tr w:rsidR="00CD76BD" w:rsidRPr="00EC418E" w:rsidTr="00B76DF0">
        <w:trPr>
          <w:cantSplit/>
        </w:trPr>
        <w:tc>
          <w:tcPr>
            <w:tcW w:w="7054" w:type="dxa"/>
          </w:tcPr>
          <w:p w:rsidR="00CD76BD" w:rsidRPr="00EC418E" w:rsidRDefault="00CD76BD" w:rsidP="00CD76BD">
            <w:pPr>
              <w:pStyle w:val="Heading2"/>
              <w:outlineLvl w:val="1"/>
            </w:pPr>
            <w:r w:rsidRPr="00EC418E">
              <w:lastRenderedPageBreak/>
              <w:t>Filter entities in the DataGrid</w:t>
            </w:r>
          </w:p>
          <w:p w:rsidR="00CD76BD" w:rsidRPr="00EC418E" w:rsidRDefault="00CD76BD" w:rsidP="00CD76BD">
            <w:r w:rsidRPr="00EC418E">
              <w:t>The BookLibrary application allows the user to filter the books or persons.</w:t>
            </w:r>
          </w:p>
          <w:p w:rsidR="00CD76BD" w:rsidRPr="00EC418E" w:rsidRDefault="00CD76BD" w:rsidP="00CD76BD">
            <w:r w:rsidRPr="00EC418E">
              <w:t>The filter text is bound to the underlying ViewModel. Furthermore, we listen to the TextChanged event.</w:t>
            </w:r>
            <w:r w:rsidRPr="00EC418E">
              <w:br/>
            </w:r>
          </w:p>
          <w:p w:rsidR="00CD76BD" w:rsidRPr="00EC418E" w:rsidRDefault="00CD76BD" w:rsidP="00CD76BD">
            <w:pPr>
              <w:rPr>
                <w:rStyle w:val="IntenseEmphasis"/>
              </w:rPr>
            </w:pPr>
            <w:r w:rsidRPr="00EC418E">
              <w:rPr>
                <w:rStyle w:val="IntenseEmphasis"/>
              </w:rPr>
              <w:t xml:space="preserve">BookLibrary.Presentation/Views/BookListView.xaml </w:t>
            </w:r>
            <w:r w:rsidRPr="00EC418E">
              <w:rPr>
                <w:rStyle w:val="IntenseEmphasis"/>
              </w:rPr>
              <w:br/>
              <w:t>(see x:Name="searchBox" element)</w:t>
            </w:r>
            <w:r w:rsidRPr="00EC418E">
              <w:rPr>
                <w:rStyle w:val="IntenseEmphasis"/>
              </w:rPr>
              <w:br/>
            </w:r>
          </w:p>
          <w:p w:rsidR="00CD76BD" w:rsidRPr="00EC418E" w:rsidRDefault="00CD76BD" w:rsidP="00CD76BD">
            <w:r w:rsidRPr="00EC418E">
              <w:t xml:space="preserve">In the code behind file the CollectionView of the Books collection is retrieved. Here the Filter delegate is set which calls the Filter method on the ViewModel. </w:t>
            </w:r>
            <w:r w:rsidRPr="00EC418E">
              <w:br/>
            </w:r>
          </w:p>
          <w:p w:rsidR="00CD76BD" w:rsidRPr="00EC418E" w:rsidRDefault="00CD76BD" w:rsidP="00CD76BD">
            <w:pPr>
              <w:rPr>
                <w:rStyle w:val="IntenseEmphasis"/>
              </w:rPr>
            </w:pPr>
            <w:r w:rsidRPr="00EC418E">
              <w:rPr>
                <w:rStyle w:val="IntenseEmphasis"/>
              </w:rPr>
              <w:t xml:space="preserve">BookLibrary.Presentation/Views/BookListView.xaml.cs </w:t>
            </w:r>
            <w:r w:rsidRPr="00EC418E">
              <w:rPr>
                <w:rStyle w:val="IntenseEmphasis"/>
              </w:rPr>
              <w:br/>
              <w:t>(see FirstTimeLoadedHandler method)</w:t>
            </w:r>
            <w:r w:rsidRPr="00EC418E">
              <w:rPr>
                <w:rStyle w:val="IntenseEmphasis"/>
              </w:rPr>
              <w:br/>
            </w:r>
          </w:p>
          <w:p w:rsidR="00CD76BD" w:rsidRPr="00EC418E" w:rsidRDefault="00CD76BD" w:rsidP="00CD76BD">
            <w:r w:rsidRPr="00EC418E">
              <w:t>The TextChanged event handler calls the Refresh method on the CollectionView.</w:t>
            </w:r>
            <w:r w:rsidRPr="00EC418E">
              <w:br/>
            </w:r>
          </w:p>
          <w:p w:rsidR="00CD76BD" w:rsidRPr="00EC418E" w:rsidRDefault="00CD76BD" w:rsidP="00CD76BD">
            <w:pPr>
              <w:rPr>
                <w:rStyle w:val="IntenseEmphasis"/>
              </w:rPr>
            </w:pPr>
            <w:r w:rsidRPr="00EC418E">
              <w:rPr>
                <w:rStyle w:val="IntenseEmphasis"/>
              </w:rPr>
              <w:t xml:space="preserve">BookLibrary.Presentation/Views/BookListView.xaml.cs </w:t>
            </w:r>
            <w:r w:rsidRPr="00EC418E">
              <w:rPr>
                <w:rStyle w:val="IntenseEmphasis"/>
              </w:rPr>
              <w:br/>
              <w:t>(see FilterBoxTextChanged method)</w:t>
            </w:r>
          </w:p>
          <w:p w:rsidR="00B76DF0" w:rsidRPr="00EC418E" w:rsidRDefault="00B76DF0" w:rsidP="00B76DF0"/>
          <w:p w:rsidR="00B76DF0" w:rsidRPr="00EC418E" w:rsidRDefault="00B76DF0" w:rsidP="00B76DF0"/>
        </w:tc>
        <w:tc>
          <w:tcPr>
            <w:tcW w:w="2234" w:type="dxa"/>
          </w:tcPr>
          <w:p w:rsidR="00CD76BD" w:rsidRPr="00EC418E" w:rsidRDefault="00CD76BD" w:rsidP="009B677D">
            <w:pPr>
              <w:jc w:val="right"/>
            </w:pPr>
            <w:r w:rsidRPr="00EC418E">
              <w:br/>
            </w:r>
            <w:r w:rsidRPr="00EC418E">
              <w:rPr>
                <w:noProof/>
              </w:rPr>
              <w:drawing>
                <wp:inline distT="0" distB="0" distL="0" distR="0">
                  <wp:extent cx="1171575" cy="2409825"/>
                  <wp:effectExtent l="1905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cstate="print"/>
                          <a:srcRect/>
                          <a:stretch>
                            <a:fillRect/>
                          </a:stretch>
                        </pic:blipFill>
                        <pic:spPr bwMode="auto">
                          <a:xfrm>
                            <a:off x="0" y="0"/>
                            <a:ext cx="1171575" cy="2409825"/>
                          </a:xfrm>
                          <a:prstGeom prst="rect">
                            <a:avLst/>
                          </a:prstGeom>
                          <a:noFill/>
                          <a:ln w="9525">
                            <a:noFill/>
                            <a:miter lim="800000"/>
                            <a:headEnd/>
                            <a:tailEnd/>
                          </a:ln>
                        </pic:spPr>
                      </pic:pic>
                    </a:graphicData>
                  </a:graphic>
                </wp:inline>
              </w:drawing>
            </w:r>
          </w:p>
        </w:tc>
      </w:tr>
      <w:tr w:rsidR="00CD76BD" w:rsidRPr="00EC418E" w:rsidTr="00B76DF0">
        <w:trPr>
          <w:cantSplit/>
        </w:trPr>
        <w:tc>
          <w:tcPr>
            <w:tcW w:w="7054" w:type="dxa"/>
          </w:tcPr>
          <w:p w:rsidR="00CD76BD" w:rsidRPr="00EC418E" w:rsidRDefault="00CD76BD" w:rsidP="00CD76BD">
            <w:pPr>
              <w:pStyle w:val="Heading2"/>
              <w:outlineLvl w:val="1"/>
            </w:pPr>
            <w:r w:rsidRPr="00EC418E">
              <w:t>Select the next element after removing DataGrid items</w:t>
            </w:r>
          </w:p>
          <w:p w:rsidR="00CD76BD" w:rsidRPr="00EC418E" w:rsidRDefault="00CD76BD" w:rsidP="00CD76BD">
            <w:r w:rsidRPr="00EC418E">
              <w:t>The BookLibrary application supports multi-selection inside the DataGrid. This can be used to remove multiple items at once. The synchronization of the selected items between the View and the ViewModel is done in the code-behind file.</w:t>
            </w:r>
            <w:r w:rsidRPr="00EC418E">
              <w:br/>
            </w:r>
          </w:p>
          <w:p w:rsidR="00CD76BD" w:rsidRPr="00EC418E" w:rsidRDefault="00CD76BD" w:rsidP="00CD76BD">
            <w:pPr>
              <w:rPr>
                <w:rStyle w:val="IntenseEmphasis"/>
              </w:rPr>
            </w:pPr>
            <w:r w:rsidRPr="00EC418E">
              <w:rPr>
                <w:rStyle w:val="IntenseEmphasis"/>
              </w:rPr>
              <w:t xml:space="preserve">BookLibrary.Presentation/Views/PersonListView.xaml.cs </w:t>
            </w:r>
            <w:r w:rsidRPr="00EC418E">
              <w:rPr>
                <w:rStyle w:val="IntenseEmphasis"/>
              </w:rPr>
              <w:br/>
              <w:t>(see DataGridSelectionChanged method)</w:t>
            </w:r>
            <w:r w:rsidRPr="00EC418E">
              <w:rPr>
                <w:rStyle w:val="IntenseEmphasis"/>
              </w:rPr>
              <w:br/>
            </w:r>
          </w:p>
          <w:p w:rsidR="00CD76BD" w:rsidRPr="00EC418E" w:rsidRDefault="00CD76BD" w:rsidP="00CD76BD">
            <w:r w:rsidRPr="00EC418E">
              <w:t>After the user removes</w:t>
            </w:r>
            <w:r w:rsidR="0061754A">
              <w:t xml:space="preserve"> some</w:t>
            </w:r>
            <w:r w:rsidRPr="00EC418E">
              <w:t xml:space="preserve"> Persons the next Person should be selected automatically. This is a bit tricky because the user might have sorted or filtered the DataGrid. The PersonController is responsible for the remove operation. It uses the CollectionView which represents the sorted or filtered collection to get the correct next Person to select.</w:t>
            </w:r>
            <w:r w:rsidRPr="00EC418E">
              <w:br/>
            </w:r>
          </w:p>
          <w:p w:rsidR="00CD76BD" w:rsidRPr="00EC418E" w:rsidRDefault="00CD76BD" w:rsidP="00CD76BD">
            <w:pPr>
              <w:rPr>
                <w:rStyle w:val="IntenseEmphasis"/>
              </w:rPr>
            </w:pPr>
            <w:r w:rsidRPr="00EC418E">
              <w:rPr>
                <w:rStyle w:val="IntenseEmphasis"/>
              </w:rPr>
              <w:t xml:space="preserve">BookLibrary.Applications/Controllers/PersonController.cs </w:t>
            </w:r>
            <w:r w:rsidRPr="00EC418E">
              <w:rPr>
                <w:rStyle w:val="IntenseEmphasis"/>
              </w:rPr>
              <w:br/>
              <w:t>(see RemovePerson method)</w:t>
            </w:r>
            <w:r w:rsidRPr="00EC418E">
              <w:rPr>
                <w:rStyle w:val="IntenseEmphasis"/>
              </w:rPr>
              <w:br/>
            </w:r>
          </w:p>
          <w:p w:rsidR="00CD76BD" w:rsidRPr="00EC418E" w:rsidRDefault="00CD76BD" w:rsidP="00CD76BD">
            <w:r w:rsidRPr="00EC418E">
              <w:t>The CollectionView is passed from the code-behind</w:t>
            </w:r>
            <w:r w:rsidR="0061754A">
              <w:t xml:space="preserve"> file</w:t>
            </w:r>
            <w:r w:rsidRPr="00EC418E">
              <w:t xml:space="preserve"> to the ViewModel.</w:t>
            </w:r>
            <w:r w:rsidRPr="00EC418E">
              <w:br/>
            </w:r>
          </w:p>
          <w:p w:rsidR="00CD76BD" w:rsidRPr="00EC418E" w:rsidRDefault="00CD76BD" w:rsidP="00CD76BD">
            <w:pPr>
              <w:rPr>
                <w:rStyle w:val="IntenseEmphasis"/>
              </w:rPr>
            </w:pPr>
            <w:r w:rsidRPr="00EC418E">
              <w:rPr>
                <w:rStyle w:val="IntenseEmphasis"/>
              </w:rPr>
              <w:t xml:space="preserve">BookLibrary.Presentation/Views/PersonListView.xaml.cs </w:t>
            </w:r>
            <w:r w:rsidR="0061754A">
              <w:rPr>
                <w:rStyle w:val="IntenseEmphasis"/>
              </w:rPr>
              <w:br/>
            </w:r>
            <w:r w:rsidRPr="00EC418E">
              <w:rPr>
                <w:rStyle w:val="IntenseEmphasis"/>
              </w:rPr>
              <w:t>(see FirstTimeLoadedHandler)</w:t>
            </w:r>
          </w:p>
          <w:p w:rsidR="00B76DF0" w:rsidRPr="00EC418E" w:rsidRDefault="00B76DF0" w:rsidP="00B76DF0"/>
          <w:p w:rsidR="00B76DF0" w:rsidRPr="00EC418E" w:rsidRDefault="00B76DF0" w:rsidP="00B76DF0"/>
        </w:tc>
        <w:tc>
          <w:tcPr>
            <w:tcW w:w="2234" w:type="dxa"/>
          </w:tcPr>
          <w:p w:rsidR="00CD76BD" w:rsidRPr="00EC418E" w:rsidRDefault="009B677D" w:rsidP="009B677D">
            <w:pPr>
              <w:jc w:val="right"/>
            </w:pPr>
            <w:r w:rsidRPr="00EC418E">
              <w:br/>
            </w:r>
            <w:r w:rsidRPr="00EC418E">
              <w:rPr>
                <w:noProof/>
              </w:rPr>
              <w:drawing>
                <wp:inline distT="0" distB="0" distL="0" distR="0">
                  <wp:extent cx="1152525" cy="1971675"/>
                  <wp:effectExtent l="1905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cstate="print"/>
                          <a:srcRect/>
                          <a:stretch>
                            <a:fillRect/>
                          </a:stretch>
                        </pic:blipFill>
                        <pic:spPr bwMode="auto">
                          <a:xfrm>
                            <a:off x="0" y="0"/>
                            <a:ext cx="1152525" cy="1971675"/>
                          </a:xfrm>
                          <a:prstGeom prst="rect">
                            <a:avLst/>
                          </a:prstGeom>
                          <a:noFill/>
                          <a:ln w="9525">
                            <a:noFill/>
                            <a:miter lim="800000"/>
                            <a:headEnd/>
                            <a:tailEnd/>
                          </a:ln>
                        </pic:spPr>
                      </pic:pic>
                    </a:graphicData>
                  </a:graphic>
                </wp:inline>
              </w:drawing>
            </w:r>
          </w:p>
        </w:tc>
      </w:tr>
      <w:tr w:rsidR="00CD76BD" w:rsidRPr="00EC418E" w:rsidTr="00B76DF0">
        <w:trPr>
          <w:cantSplit/>
        </w:trPr>
        <w:tc>
          <w:tcPr>
            <w:tcW w:w="7054" w:type="dxa"/>
          </w:tcPr>
          <w:p w:rsidR="00CD76BD" w:rsidRPr="00EC418E" w:rsidRDefault="00CD76BD" w:rsidP="00CD76BD">
            <w:pPr>
              <w:pStyle w:val="Heading2"/>
              <w:outlineLvl w:val="1"/>
            </w:pPr>
            <w:r w:rsidRPr="00EC418E">
              <w:lastRenderedPageBreak/>
              <w:t>Check for unsaved changes</w:t>
            </w:r>
          </w:p>
          <w:p w:rsidR="00CD76BD" w:rsidRPr="00EC418E" w:rsidRDefault="00CD76BD" w:rsidP="00CD76BD">
            <w:r w:rsidRPr="00EC418E">
              <w:t xml:space="preserve">The application checks for unsaved changes before </w:t>
            </w:r>
            <w:r w:rsidR="0061754A">
              <w:t>it</w:t>
            </w:r>
            <w:r w:rsidRPr="00EC418E">
              <w:t xml:space="preserve"> closes. If there are unsaved changes then the user is asked how to proceed. This logic is in the ApplicationController.</w:t>
            </w:r>
            <w:r w:rsidRPr="00EC418E">
              <w:br/>
            </w:r>
          </w:p>
          <w:p w:rsidR="00CD76BD" w:rsidRPr="00EC418E" w:rsidRDefault="00CD76BD" w:rsidP="00CD76BD">
            <w:pPr>
              <w:rPr>
                <w:rStyle w:val="IntenseEmphasis"/>
              </w:rPr>
            </w:pPr>
            <w:r w:rsidRPr="00EC418E">
              <w:rPr>
                <w:rStyle w:val="IntenseEmphasis"/>
              </w:rPr>
              <w:t xml:space="preserve">BookLibrary.Applications/Controllers/ApplicationController.cs </w:t>
            </w:r>
            <w:r w:rsidRPr="00EC418E">
              <w:rPr>
                <w:rStyle w:val="IntenseEmphasis"/>
              </w:rPr>
              <w:br/>
              <w:t>(see ShellViewModelClosing method)</w:t>
            </w:r>
          </w:p>
          <w:p w:rsidR="00B76DF0" w:rsidRPr="00EC418E" w:rsidRDefault="00B76DF0" w:rsidP="00B76DF0"/>
          <w:p w:rsidR="00B76DF0" w:rsidRPr="00EC418E" w:rsidRDefault="00B76DF0" w:rsidP="00B76DF0"/>
        </w:tc>
        <w:tc>
          <w:tcPr>
            <w:tcW w:w="2234" w:type="dxa"/>
          </w:tcPr>
          <w:p w:rsidR="00CD76BD" w:rsidRPr="00EC418E" w:rsidRDefault="009B677D" w:rsidP="009B677D">
            <w:pPr>
              <w:jc w:val="right"/>
            </w:pPr>
            <w:r w:rsidRPr="00EC418E">
              <w:br/>
            </w:r>
            <w:r w:rsidRPr="00EC418E">
              <w:rPr>
                <w:noProof/>
              </w:rPr>
              <w:drawing>
                <wp:inline distT="0" distB="0" distL="0" distR="0">
                  <wp:extent cx="1133475" cy="1076325"/>
                  <wp:effectExtent l="1905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cstate="print"/>
                          <a:srcRect/>
                          <a:stretch>
                            <a:fillRect/>
                          </a:stretch>
                        </pic:blipFill>
                        <pic:spPr bwMode="auto">
                          <a:xfrm>
                            <a:off x="0" y="0"/>
                            <a:ext cx="1133475" cy="1076325"/>
                          </a:xfrm>
                          <a:prstGeom prst="rect">
                            <a:avLst/>
                          </a:prstGeom>
                          <a:noFill/>
                          <a:ln w="9525">
                            <a:noFill/>
                            <a:miter lim="800000"/>
                            <a:headEnd/>
                            <a:tailEnd/>
                          </a:ln>
                        </pic:spPr>
                      </pic:pic>
                    </a:graphicData>
                  </a:graphic>
                </wp:inline>
              </w:drawing>
            </w:r>
          </w:p>
        </w:tc>
      </w:tr>
      <w:tr w:rsidR="00CD76BD" w:rsidRPr="00EC418E" w:rsidTr="00B76DF0">
        <w:trPr>
          <w:cantSplit/>
        </w:trPr>
        <w:tc>
          <w:tcPr>
            <w:tcW w:w="7054" w:type="dxa"/>
          </w:tcPr>
          <w:p w:rsidR="00CD76BD" w:rsidRPr="00EC418E" w:rsidRDefault="00CD76BD" w:rsidP="00CD76BD">
            <w:pPr>
              <w:pStyle w:val="Heading2"/>
              <w:outlineLvl w:val="1"/>
            </w:pPr>
            <w:r w:rsidRPr="00EC418E">
              <w:t>Save and restore the window location and size</w:t>
            </w:r>
          </w:p>
          <w:p w:rsidR="00CD76BD" w:rsidRPr="00EC418E" w:rsidRDefault="00CD76BD" w:rsidP="00CD76BD">
            <w:r w:rsidRPr="00EC418E">
              <w:t>The sample application remembers its window location and the size when it is closed. This is done via an application setting.</w:t>
            </w:r>
            <w:r w:rsidRPr="00EC418E">
              <w:br/>
            </w:r>
          </w:p>
          <w:p w:rsidR="00CD76BD" w:rsidRPr="00EC418E" w:rsidRDefault="00CD76BD" w:rsidP="00CD76BD">
            <w:pPr>
              <w:rPr>
                <w:rStyle w:val="IntenseEmphasis"/>
              </w:rPr>
            </w:pPr>
            <w:r w:rsidRPr="00EC418E">
              <w:rPr>
                <w:rStyle w:val="IntenseEmphasis"/>
              </w:rPr>
              <w:t xml:space="preserve">BookLibrary.Applications/ViewModels/ShellViewModel.cs </w:t>
            </w:r>
            <w:r w:rsidRPr="00EC418E">
              <w:rPr>
                <w:rStyle w:val="IntenseEmphasis"/>
              </w:rPr>
              <w:br/>
              <w:t>(see ViewClosed method)</w:t>
            </w:r>
            <w:r w:rsidRPr="00EC418E">
              <w:rPr>
                <w:rStyle w:val="IntenseEmphasis"/>
              </w:rPr>
              <w:br/>
            </w:r>
          </w:p>
          <w:p w:rsidR="00CD76BD" w:rsidRPr="00EC418E" w:rsidRDefault="00CD76BD" w:rsidP="00CD76BD">
            <w:r w:rsidRPr="00EC418E">
              <w:t>The ApplicationController is responsible to save the settings.</w:t>
            </w:r>
            <w:r w:rsidRPr="00EC418E">
              <w:br/>
            </w:r>
          </w:p>
          <w:p w:rsidR="00CD76BD" w:rsidRPr="00EC418E" w:rsidRDefault="00CD76BD" w:rsidP="00CD76BD">
            <w:pPr>
              <w:rPr>
                <w:rStyle w:val="IntenseEmphasis"/>
              </w:rPr>
            </w:pPr>
            <w:r w:rsidRPr="00EC418E">
              <w:rPr>
                <w:rStyle w:val="IntenseEmphasis"/>
              </w:rPr>
              <w:t xml:space="preserve">BookLibrary.Applications/Controllers/ApplicationController.cs </w:t>
            </w:r>
            <w:r w:rsidRPr="00EC418E">
              <w:rPr>
                <w:rStyle w:val="IntenseEmphasis"/>
              </w:rPr>
              <w:br/>
              <w:t>(see Shutdown method)</w:t>
            </w:r>
            <w:r w:rsidRPr="00EC418E">
              <w:rPr>
                <w:rStyle w:val="IntenseEmphasis"/>
              </w:rPr>
              <w:br/>
            </w:r>
          </w:p>
          <w:p w:rsidR="00CD76BD" w:rsidRPr="00EC418E" w:rsidRDefault="00CD76BD" w:rsidP="00CD76BD">
            <w:r w:rsidRPr="00EC418E">
              <w:t>The next time the application starts it tries to restore the saved window location and size.</w:t>
            </w:r>
            <w:r w:rsidRPr="00EC418E">
              <w:br/>
            </w:r>
          </w:p>
          <w:p w:rsidR="00CD76BD" w:rsidRPr="00EC418E" w:rsidRDefault="00CD76BD" w:rsidP="00CD76BD">
            <w:pPr>
              <w:rPr>
                <w:rStyle w:val="IntenseEmphasis"/>
              </w:rPr>
            </w:pPr>
            <w:r w:rsidRPr="00EC418E">
              <w:rPr>
                <w:rStyle w:val="IntenseEmphasis"/>
              </w:rPr>
              <w:t xml:space="preserve">BookLibrary.Applications/ViewModels/ShellViewModel.cs </w:t>
            </w:r>
            <w:r w:rsidRPr="00EC418E">
              <w:rPr>
                <w:rStyle w:val="IntenseEmphasis"/>
              </w:rPr>
              <w:br/>
              <w:t>(see constructor)</w:t>
            </w:r>
          </w:p>
          <w:p w:rsidR="00B76DF0" w:rsidRPr="00EC418E" w:rsidRDefault="00B76DF0" w:rsidP="00B76DF0"/>
          <w:p w:rsidR="00B76DF0" w:rsidRPr="00EC418E" w:rsidRDefault="00B76DF0" w:rsidP="00B76DF0"/>
        </w:tc>
        <w:tc>
          <w:tcPr>
            <w:tcW w:w="2234" w:type="dxa"/>
          </w:tcPr>
          <w:p w:rsidR="00CD76BD" w:rsidRPr="00EC418E" w:rsidRDefault="009B677D" w:rsidP="009B677D">
            <w:pPr>
              <w:jc w:val="right"/>
            </w:pPr>
            <w:r w:rsidRPr="00EC418E">
              <w:br/>
            </w:r>
            <w:r w:rsidRPr="00EC418E">
              <w:rPr>
                <w:noProof/>
              </w:rPr>
              <w:drawing>
                <wp:inline distT="0" distB="0" distL="0" distR="0">
                  <wp:extent cx="1162050" cy="2752725"/>
                  <wp:effectExtent l="1905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1" cstate="print"/>
                          <a:srcRect/>
                          <a:stretch>
                            <a:fillRect/>
                          </a:stretch>
                        </pic:blipFill>
                        <pic:spPr bwMode="auto">
                          <a:xfrm>
                            <a:off x="0" y="0"/>
                            <a:ext cx="1162050" cy="2752725"/>
                          </a:xfrm>
                          <a:prstGeom prst="rect">
                            <a:avLst/>
                          </a:prstGeom>
                          <a:noFill/>
                          <a:ln w="9525">
                            <a:noFill/>
                            <a:miter lim="800000"/>
                            <a:headEnd/>
                            <a:tailEnd/>
                          </a:ln>
                        </pic:spPr>
                      </pic:pic>
                    </a:graphicData>
                  </a:graphic>
                </wp:inline>
              </w:drawing>
            </w:r>
          </w:p>
        </w:tc>
      </w:tr>
      <w:tr w:rsidR="00CD76BD" w:rsidRPr="00EC418E" w:rsidTr="00B76DF0">
        <w:trPr>
          <w:cantSplit/>
        </w:trPr>
        <w:tc>
          <w:tcPr>
            <w:tcW w:w="7054" w:type="dxa"/>
          </w:tcPr>
          <w:p w:rsidR="00CD76BD" w:rsidRPr="00EC418E" w:rsidRDefault="00CD76BD" w:rsidP="00CD76BD">
            <w:pPr>
              <w:pStyle w:val="Heading2"/>
              <w:outlineLvl w:val="1"/>
            </w:pPr>
            <w:r w:rsidRPr="00EC418E">
              <w:t>Deploy the database file</w:t>
            </w:r>
          </w:p>
          <w:p w:rsidR="00CD76BD" w:rsidRPr="00EC418E" w:rsidRDefault="00CD76BD" w:rsidP="00CD76BD">
            <w:r w:rsidRPr="00EC418E">
              <w:t>The BookLibrary application uses a SQL Compact database file to store its data. This database file resides in the sub-directory "Resources" of the application. A user doesn't have write permissions in the application directory by default. Therefore, we need to copy the database file into the user data directory first and load the database from there.</w:t>
            </w:r>
            <w:r w:rsidRPr="00EC418E">
              <w:br/>
            </w:r>
          </w:p>
          <w:p w:rsidR="00CD76BD" w:rsidRPr="00EC418E" w:rsidRDefault="00CD76BD" w:rsidP="00CD76BD">
            <w:pPr>
              <w:rPr>
                <w:rStyle w:val="IntenseEmphasis"/>
              </w:rPr>
            </w:pPr>
            <w:r w:rsidRPr="00EC418E">
              <w:rPr>
                <w:rStyle w:val="IntenseEmphasis"/>
              </w:rPr>
              <w:t>BookLibrary.Applications/Controllers/EntityController.cs (see Initialize)</w:t>
            </w:r>
          </w:p>
          <w:p w:rsidR="00B76DF0" w:rsidRPr="00EC418E" w:rsidRDefault="00B76DF0" w:rsidP="00B76DF0"/>
          <w:p w:rsidR="00B76DF0" w:rsidRPr="00EC418E" w:rsidRDefault="00B76DF0" w:rsidP="00B76DF0"/>
        </w:tc>
        <w:tc>
          <w:tcPr>
            <w:tcW w:w="2234" w:type="dxa"/>
          </w:tcPr>
          <w:p w:rsidR="00CD76BD" w:rsidRPr="00EC418E" w:rsidRDefault="009B677D" w:rsidP="009B677D">
            <w:pPr>
              <w:jc w:val="right"/>
            </w:pPr>
            <w:r w:rsidRPr="00EC418E">
              <w:br/>
            </w:r>
            <w:r w:rsidRPr="00EC418E">
              <w:rPr>
                <w:noProof/>
              </w:rPr>
              <w:drawing>
                <wp:inline distT="0" distB="0" distL="0" distR="0">
                  <wp:extent cx="1162050" cy="1162050"/>
                  <wp:effectExtent l="1905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2" cstate="print"/>
                          <a:srcRect/>
                          <a:stretch>
                            <a:fillRect/>
                          </a:stretch>
                        </pic:blipFill>
                        <pic:spPr bwMode="auto">
                          <a:xfrm>
                            <a:off x="0" y="0"/>
                            <a:ext cx="1162050" cy="1162050"/>
                          </a:xfrm>
                          <a:prstGeom prst="rect">
                            <a:avLst/>
                          </a:prstGeom>
                          <a:noFill/>
                          <a:ln w="9525">
                            <a:noFill/>
                            <a:miter lim="800000"/>
                            <a:headEnd/>
                            <a:tailEnd/>
                          </a:ln>
                        </pic:spPr>
                      </pic:pic>
                    </a:graphicData>
                  </a:graphic>
                </wp:inline>
              </w:drawing>
            </w:r>
          </w:p>
        </w:tc>
      </w:tr>
    </w:tbl>
    <w:p w:rsidR="00857D28" w:rsidRPr="00EC418E" w:rsidRDefault="00857D28" w:rsidP="00CD76BD"/>
    <w:sectPr w:rsidR="00857D28" w:rsidRPr="00EC418E" w:rsidSect="00153955">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0E8" w:rsidRDefault="000630E8" w:rsidP="00EC418E">
      <w:pPr>
        <w:spacing w:after="0" w:line="240" w:lineRule="auto"/>
      </w:pPr>
      <w:r>
        <w:separator/>
      </w:r>
    </w:p>
  </w:endnote>
  <w:endnote w:type="continuationSeparator" w:id="0">
    <w:p w:rsidR="000630E8" w:rsidRDefault="000630E8" w:rsidP="00EC4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3853"/>
      <w:docPartObj>
        <w:docPartGallery w:val="Page Numbers (Bottom of Page)"/>
        <w:docPartUnique/>
      </w:docPartObj>
    </w:sdtPr>
    <w:sdtEndPr>
      <w:rPr>
        <w:color w:val="808080" w:themeColor="background1" w:themeShade="80"/>
        <w:spacing w:val="60"/>
      </w:rPr>
    </w:sdtEndPr>
    <w:sdtContent>
      <w:p w:rsidR="00EC418E" w:rsidRDefault="00EA4FCB">
        <w:pPr>
          <w:pStyle w:val="Footer"/>
          <w:pBdr>
            <w:top w:val="single" w:sz="4" w:space="1" w:color="D9D9D9" w:themeColor="background1" w:themeShade="D9"/>
          </w:pBdr>
          <w:jc w:val="right"/>
        </w:pPr>
        <w:r w:rsidRPr="00EC418E">
          <w:rPr>
            <w:color w:val="808080" w:themeColor="background1" w:themeShade="80"/>
          </w:rPr>
          <w:fldChar w:fldCharType="begin"/>
        </w:r>
        <w:r w:rsidR="00EC418E" w:rsidRPr="00EC418E">
          <w:rPr>
            <w:color w:val="808080" w:themeColor="background1" w:themeShade="80"/>
          </w:rPr>
          <w:instrText xml:space="preserve"> PAGE   \* MERGEFORMAT </w:instrText>
        </w:r>
        <w:r w:rsidRPr="00EC418E">
          <w:rPr>
            <w:color w:val="808080" w:themeColor="background1" w:themeShade="80"/>
          </w:rPr>
          <w:fldChar w:fldCharType="separate"/>
        </w:r>
        <w:r w:rsidR="008F28EC">
          <w:rPr>
            <w:noProof/>
            <w:color w:val="808080" w:themeColor="background1" w:themeShade="80"/>
          </w:rPr>
          <w:t>1</w:t>
        </w:r>
        <w:r w:rsidRPr="00EC418E">
          <w:rPr>
            <w:color w:val="808080" w:themeColor="background1" w:themeShade="80"/>
          </w:rPr>
          <w:fldChar w:fldCharType="end"/>
        </w:r>
      </w:p>
    </w:sdtContent>
  </w:sdt>
  <w:p w:rsidR="00EC418E" w:rsidRDefault="00EC4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0E8" w:rsidRDefault="000630E8" w:rsidP="00EC418E">
      <w:pPr>
        <w:spacing w:after="0" w:line="240" w:lineRule="auto"/>
      </w:pPr>
      <w:r>
        <w:separator/>
      </w:r>
    </w:p>
  </w:footnote>
  <w:footnote w:type="continuationSeparator" w:id="0">
    <w:p w:rsidR="000630E8" w:rsidRDefault="000630E8" w:rsidP="00EC41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9726B"/>
    <w:multiLevelType w:val="hybridMultilevel"/>
    <w:tmpl w:val="9FEED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1D46C9"/>
    <w:multiLevelType w:val="hybridMultilevel"/>
    <w:tmpl w:val="B28E8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269EE"/>
    <w:multiLevelType w:val="hybridMultilevel"/>
    <w:tmpl w:val="218E9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CA2EF4"/>
    <w:multiLevelType w:val="hybridMultilevel"/>
    <w:tmpl w:val="14B6E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D4618E"/>
    <w:multiLevelType w:val="hybridMultilevel"/>
    <w:tmpl w:val="8FD8E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3C5BAC"/>
    <w:multiLevelType w:val="hybridMultilevel"/>
    <w:tmpl w:val="27A8E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1F0815"/>
    <w:multiLevelType w:val="multilevel"/>
    <w:tmpl w:val="83E0AA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79BE5310"/>
    <w:multiLevelType w:val="hybridMultilevel"/>
    <w:tmpl w:val="83E0A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7345A6"/>
    <w:multiLevelType w:val="hybridMultilevel"/>
    <w:tmpl w:val="87485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7"/>
  </w:num>
  <w:num w:numId="5">
    <w:abstractNumId w:val="6"/>
  </w:num>
  <w:num w:numId="6">
    <w:abstractNumId w:val="2"/>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16CCA"/>
    <w:rsid w:val="00006DBF"/>
    <w:rsid w:val="000630E8"/>
    <w:rsid w:val="0009686C"/>
    <w:rsid w:val="00153955"/>
    <w:rsid w:val="00167EEF"/>
    <w:rsid w:val="001930FF"/>
    <w:rsid w:val="001C1276"/>
    <w:rsid w:val="001E1A21"/>
    <w:rsid w:val="001F6815"/>
    <w:rsid w:val="003274FB"/>
    <w:rsid w:val="003318F5"/>
    <w:rsid w:val="003A4CC9"/>
    <w:rsid w:val="003B5110"/>
    <w:rsid w:val="003C06ED"/>
    <w:rsid w:val="003D6A35"/>
    <w:rsid w:val="003F03AC"/>
    <w:rsid w:val="003F7999"/>
    <w:rsid w:val="004339EF"/>
    <w:rsid w:val="004C6581"/>
    <w:rsid w:val="004D2898"/>
    <w:rsid w:val="004D2F64"/>
    <w:rsid w:val="004F6A90"/>
    <w:rsid w:val="0054572A"/>
    <w:rsid w:val="00561953"/>
    <w:rsid w:val="00586BD8"/>
    <w:rsid w:val="005A578B"/>
    <w:rsid w:val="0060628A"/>
    <w:rsid w:val="0061754A"/>
    <w:rsid w:val="006223FC"/>
    <w:rsid w:val="006365DB"/>
    <w:rsid w:val="0066021C"/>
    <w:rsid w:val="00687E3D"/>
    <w:rsid w:val="006B4BC0"/>
    <w:rsid w:val="006E429B"/>
    <w:rsid w:val="00730441"/>
    <w:rsid w:val="007311F5"/>
    <w:rsid w:val="007563D9"/>
    <w:rsid w:val="00771BFB"/>
    <w:rsid w:val="0077604B"/>
    <w:rsid w:val="00791455"/>
    <w:rsid w:val="007B234D"/>
    <w:rsid w:val="007C5A9F"/>
    <w:rsid w:val="007D59AC"/>
    <w:rsid w:val="00816CCA"/>
    <w:rsid w:val="00846E8D"/>
    <w:rsid w:val="0085756F"/>
    <w:rsid w:val="00857D28"/>
    <w:rsid w:val="00871E78"/>
    <w:rsid w:val="008E0FF7"/>
    <w:rsid w:val="008F28EC"/>
    <w:rsid w:val="00904320"/>
    <w:rsid w:val="00937608"/>
    <w:rsid w:val="0098519E"/>
    <w:rsid w:val="00995631"/>
    <w:rsid w:val="009B677D"/>
    <w:rsid w:val="009F71AF"/>
    <w:rsid w:val="00A44082"/>
    <w:rsid w:val="00A46F5F"/>
    <w:rsid w:val="00A75B1B"/>
    <w:rsid w:val="00A96148"/>
    <w:rsid w:val="00AC47D3"/>
    <w:rsid w:val="00AD4BB6"/>
    <w:rsid w:val="00B11080"/>
    <w:rsid w:val="00B32EC5"/>
    <w:rsid w:val="00B76DF0"/>
    <w:rsid w:val="00B977ED"/>
    <w:rsid w:val="00BD5761"/>
    <w:rsid w:val="00BE10FC"/>
    <w:rsid w:val="00C05F1C"/>
    <w:rsid w:val="00C24308"/>
    <w:rsid w:val="00C96D36"/>
    <w:rsid w:val="00CC2A36"/>
    <w:rsid w:val="00CD76BD"/>
    <w:rsid w:val="00D312EC"/>
    <w:rsid w:val="00D81173"/>
    <w:rsid w:val="00D95E07"/>
    <w:rsid w:val="00DA072D"/>
    <w:rsid w:val="00DD5801"/>
    <w:rsid w:val="00DE0B3A"/>
    <w:rsid w:val="00E13003"/>
    <w:rsid w:val="00E80316"/>
    <w:rsid w:val="00E83CAF"/>
    <w:rsid w:val="00EA4FCB"/>
    <w:rsid w:val="00EC24DD"/>
    <w:rsid w:val="00EC418E"/>
    <w:rsid w:val="00EE04BE"/>
    <w:rsid w:val="00F03DFF"/>
    <w:rsid w:val="00F22A6D"/>
    <w:rsid w:val="00F65F40"/>
    <w:rsid w:val="00F90382"/>
    <w:rsid w:val="00F94ADB"/>
    <w:rsid w:val="00FE5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3FC"/>
    <w:rPr>
      <w:lang w:val="en-US"/>
    </w:rPr>
  </w:style>
  <w:style w:type="paragraph" w:styleId="Heading1">
    <w:name w:val="heading 1"/>
    <w:basedOn w:val="Normal"/>
    <w:next w:val="Normal"/>
    <w:link w:val="Heading1Char"/>
    <w:uiPriority w:val="9"/>
    <w:qFormat/>
    <w:rsid w:val="00BD5761"/>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F03AC"/>
    <w:pPr>
      <w:keepNext/>
      <w:keepLines/>
      <w:spacing w:before="200" w:after="12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76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F03AC"/>
    <w:rPr>
      <w:rFonts w:asciiTheme="majorHAnsi" w:eastAsiaTheme="majorEastAsia" w:hAnsiTheme="majorHAnsi" w:cstheme="majorBidi"/>
      <w:b/>
      <w:bCs/>
      <w:color w:val="4F81BD" w:themeColor="accent1"/>
      <w:sz w:val="26"/>
      <w:szCs w:val="26"/>
    </w:rPr>
  </w:style>
  <w:style w:type="character" w:styleId="IntenseEmphasis">
    <w:name w:val="Intense Emphasis"/>
    <w:basedOn w:val="DefaultParagraphFont"/>
    <w:uiPriority w:val="21"/>
    <w:qFormat/>
    <w:rsid w:val="00B76DF0"/>
    <w:rPr>
      <w:bCs/>
      <w:i/>
      <w:iCs/>
      <w:color w:val="984806" w:themeColor="accent6" w:themeShade="80"/>
    </w:rPr>
  </w:style>
  <w:style w:type="paragraph" w:styleId="Title">
    <w:name w:val="Title"/>
    <w:basedOn w:val="Normal"/>
    <w:next w:val="Normal"/>
    <w:link w:val="TitleChar"/>
    <w:uiPriority w:val="10"/>
    <w:qFormat/>
    <w:rsid w:val="00E83C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83CA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65F40"/>
    <w:pPr>
      <w:ind w:left="720"/>
      <w:contextualSpacing/>
    </w:pPr>
  </w:style>
  <w:style w:type="paragraph" w:styleId="Subtitle">
    <w:name w:val="Subtitle"/>
    <w:basedOn w:val="Normal"/>
    <w:next w:val="Normal"/>
    <w:link w:val="SubtitleChar"/>
    <w:uiPriority w:val="11"/>
    <w:qFormat/>
    <w:rsid w:val="00BD576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D5761"/>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BD5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761"/>
    <w:rPr>
      <w:rFonts w:ascii="Tahoma" w:hAnsi="Tahoma" w:cs="Tahoma"/>
      <w:sz w:val="16"/>
      <w:szCs w:val="16"/>
    </w:rPr>
  </w:style>
  <w:style w:type="character" w:styleId="Hyperlink">
    <w:name w:val="Hyperlink"/>
    <w:basedOn w:val="DefaultParagraphFont"/>
    <w:uiPriority w:val="99"/>
    <w:unhideWhenUsed/>
    <w:rsid w:val="00F65F40"/>
    <w:rPr>
      <w:color w:val="0000FF" w:themeColor="hyperlink"/>
      <w:u w:val="single"/>
    </w:rPr>
  </w:style>
  <w:style w:type="paragraph" w:customStyle="1" w:styleId="StyleAfter0ptLinespacingsingle">
    <w:name w:val="Style After:  0 pt Line spacing:  single"/>
    <w:basedOn w:val="Normal"/>
    <w:rsid w:val="003F03AC"/>
    <w:pPr>
      <w:spacing w:after="240" w:line="240" w:lineRule="auto"/>
    </w:pPr>
    <w:rPr>
      <w:rFonts w:eastAsia="Times New Roman" w:cs="Times New Roman"/>
      <w:szCs w:val="20"/>
    </w:rPr>
  </w:style>
  <w:style w:type="table" w:styleId="TableGrid">
    <w:name w:val="Table Grid"/>
    <w:basedOn w:val="TableNormal"/>
    <w:uiPriority w:val="59"/>
    <w:rsid w:val="006365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C41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418E"/>
  </w:style>
  <w:style w:type="paragraph" w:styleId="Footer">
    <w:name w:val="footer"/>
    <w:basedOn w:val="Normal"/>
    <w:link w:val="FooterChar"/>
    <w:uiPriority w:val="99"/>
    <w:unhideWhenUsed/>
    <w:rsid w:val="00EC41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1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hyperlink" Target="http://waf.codeplex.com/" TargetMode="External"/><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ev\Codeplex\Waf-Temp\Documentation\BookLibrary\Word%20201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059ED-017F-4FA0-A87D-F9C3F0209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2010.dotx</Template>
  <TotalTime>592</TotalTime>
  <Pages>7</Pages>
  <Words>1154</Words>
  <Characters>6578</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WAF BookLibrary</vt:lpstr>
      <vt:lpstr/>
    </vt:vector>
  </TitlesOfParts>
  <Company>Home</Company>
  <LinksUpToDate>false</LinksUpToDate>
  <CharactersWithSpaces>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WAF BookLibrary</dc:title>
  <dc:subject>WPF Application Framework (WAF)</dc:subject>
  <dc:creator>Jürgen Berchtel</dc:creator>
  <cp:lastModifiedBy>Jürgen Berchtel</cp:lastModifiedBy>
  <cp:revision>51</cp:revision>
  <cp:lastPrinted>2011-09-19T08:29:00Z</cp:lastPrinted>
  <dcterms:created xsi:type="dcterms:W3CDTF">2011-08-27T10:17:00Z</dcterms:created>
  <dcterms:modified xsi:type="dcterms:W3CDTF">2012-04-02T16:32:00Z</dcterms:modified>
</cp:coreProperties>
</file>